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100D0" w14:textId="281F3979" w:rsidR="00327BCC" w:rsidRPr="00327BCC" w:rsidRDefault="00997F14" w:rsidP="00327BC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CFD0D7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AF5C41" w:rsidRPr="00AF5C41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3408EB07" w14:textId="77777777" w:rsidR="00327BCC" w:rsidRPr="00327BCC" w:rsidRDefault="00327BCC" w:rsidP="00327BC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27BC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52D3F9D" w14:textId="62667724" w:rsidR="00327BCC" w:rsidRPr="00327BCC" w:rsidRDefault="00327BCC" w:rsidP="00327BC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27BC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F5C4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27BC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AF5C4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3EE3C3B" w14:textId="77777777" w:rsidR="00327BCC" w:rsidRPr="00327BCC" w:rsidRDefault="00327BCC" w:rsidP="0079691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27BCC">
        <w:rPr>
          <w:rFonts w:ascii="Corbel" w:hAnsi="Corbel"/>
          <w:i/>
          <w:sz w:val="20"/>
          <w:szCs w:val="20"/>
          <w:lang w:eastAsia="ar-SA"/>
        </w:rPr>
        <w:t>(skrajne daty</w:t>
      </w:r>
      <w:r w:rsidRPr="00327BCC">
        <w:rPr>
          <w:rFonts w:ascii="Corbel" w:hAnsi="Corbel"/>
          <w:sz w:val="20"/>
          <w:szCs w:val="20"/>
          <w:lang w:eastAsia="ar-SA"/>
        </w:rPr>
        <w:t>)</w:t>
      </w:r>
    </w:p>
    <w:p w14:paraId="2589873D" w14:textId="3F9199B0" w:rsidR="00327BCC" w:rsidRPr="00327BCC" w:rsidRDefault="00327BCC" w:rsidP="00327BC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27BCC">
        <w:rPr>
          <w:rFonts w:ascii="Corbel" w:hAnsi="Corbel"/>
          <w:sz w:val="20"/>
          <w:szCs w:val="20"/>
          <w:lang w:eastAsia="ar-SA"/>
        </w:rPr>
        <w:t>Rok akademicki 202</w:t>
      </w:r>
      <w:r w:rsidR="00AF5C41">
        <w:rPr>
          <w:rFonts w:ascii="Corbel" w:hAnsi="Corbel"/>
          <w:sz w:val="20"/>
          <w:szCs w:val="20"/>
          <w:lang w:eastAsia="ar-SA"/>
        </w:rPr>
        <w:t>5</w:t>
      </w:r>
      <w:r w:rsidRPr="00327BCC">
        <w:rPr>
          <w:rFonts w:ascii="Corbel" w:hAnsi="Corbel"/>
          <w:sz w:val="20"/>
          <w:szCs w:val="20"/>
          <w:lang w:eastAsia="ar-SA"/>
        </w:rPr>
        <w:t>/202</w:t>
      </w:r>
      <w:r w:rsidR="00AF5C41">
        <w:rPr>
          <w:rFonts w:ascii="Corbel" w:hAnsi="Corbel"/>
          <w:sz w:val="20"/>
          <w:szCs w:val="20"/>
          <w:lang w:eastAsia="ar-SA"/>
        </w:rPr>
        <w:t>6</w:t>
      </w:r>
    </w:p>
    <w:p w14:paraId="281606E7" w14:textId="77777777" w:rsidR="00327BCC" w:rsidRPr="00327BCC" w:rsidRDefault="00327BCC" w:rsidP="00327BC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041DF7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232CB" w14:textId="77777777" w:rsidTr="0CFD0D75">
        <w:tc>
          <w:tcPr>
            <w:tcW w:w="2694" w:type="dxa"/>
            <w:vAlign w:val="center"/>
          </w:tcPr>
          <w:p w14:paraId="0CA47C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4F7B19" w14:textId="77777777" w:rsidR="0085747A" w:rsidRPr="009C54AE" w:rsidRDefault="00276D80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CFD0D75">
              <w:rPr>
                <w:rFonts w:ascii="Corbel" w:hAnsi="Corbel" w:cs="Calibri"/>
                <w:bCs/>
                <w:sz w:val="24"/>
                <w:szCs w:val="24"/>
              </w:rPr>
              <w:t>Zarządzanie kryzysowe</w:t>
            </w:r>
          </w:p>
        </w:tc>
      </w:tr>
      <w:tr w:rsidR="0085747A" w:rsidRPr="009C54AE" w14:paraId="15CCAA08" w14:textId="77777777" w:rsidTr="0CFD0D75">
        <w:tc>
          <w:tcPr>
            <w:tcW w:w="2694" w:type="dxa"/>
            <w:vAlign w:val="center"/>
          </w:tcPr>
          <w:p w14:paraId="59D35E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EB9C02" w14:textId="77777777" w:rsidR="0085747A" w:rsidRPr="009C54AE" w:rsidRDefault="00362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663">
              <w:rPr>
                <w:rFonts w:ascii="Corbel" w:hAnsi="Corbel" w:cs="Calibri"/>
                <w:b w:val="0"/>
                <w:sz w:val="24"/>
                <w:szCs w:val="24"/>
              </w:rPr>
              <w:t>A2SO35</w:t>
            </w:r>
          </w:p>
        </w:tc>
      </w:tr>
      <w:tr w:rsidR="0085747A" w:rsidRPr="009C54AE" w14:paraId="28EC22BD" w14:textId="77777777" w:rsidTr="0CFD0D75">
        <w:tc>
          <w:tcPr>
            <w:tcW w:w="2694" w:type="dxa"/>
            <w:vAlign w:val="center"/>
          </w:tcPr>
          <w:p w14:paraId="67A3BC5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7C26E0" w14:textId="26DF59E7" w:rsidR="0085747A" w:rsidRPr="009C54AE" w:rsidRDefault="00AF5C41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BA2FBE"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9C54AE" w14:paraId="0E6454D9" w14:textId="77777777" w:rsidTr="0CFD0D75">
        <w:tc>
          <w:tcPr>
            <w:tcW w:w="2694" w:type="dxa"/>
            <w:vAlign w:val="center"/>
          </w:tcPr>
          <w:p w14:paraId="05FD6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0FFCDB" w14:textId="60DBA406" w:rsidR="0085747A" w:rsidRPr="009C54AE" w:rsidRDefault="00AF5C41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C2294C" w:rsidRPr="00C2294C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85747A" w:rsidRPr="009C54AE" w14:paraId="6AA32047" w14:textId="77777777" w:rsidTr="0CFD0D75">
        <w:tc>
          <w:tcPr>
            <w:tcW w:w="2694" w:type="dxa"/>
            <w:vAlign w:val="center"/>
          </w:tcPr>
          <w:p w14:paraId="3A17C2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CE8FE" w14:textId="77777777" w:rsidR="0085747A" w:rsidRPr="009C54AE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85747A" w:rsidRPr="009C54AE" w14:paraId="03784DEA" w14:textId="77777777" w:rsidTr="0CFD0D75">
        <w:tc>
          <w:tcPr>
            <w:tcW w:w="2694" w:type="dxa"/>
            <w:vAlign w:val="center"/>
          </w:tcPr>
          <w:p w14:paraId="0F1A32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22DCAA" w14:textId="77777777" w:rsidR="0085747A" w:rsidRPr="009C54AE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9C54AE" w14:paraId="42CDAC19" w14:textId="77777777" w:rsidTr="0CFD0D75">
        <w:tc>
          <w:tcPr>
            <w:tcW w:w="2694" w:type="dxa"/>
            <w:vAlign w:val="center"/>
          </w:tcPr>
          <w:p w14:paraId="3951A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1DD" w14:textId="77777777" w:rsidR="0085747A" w:rsidRPr="009C54AE" w:rsidRDefault="00362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2027181" w14:textId="77777777" w:rsidTr="0CFD0D75">
        <w:tc>
          <w:tcPr>
            <w:tcW w:w="2694" w:type="dxa"/>
            <w:vAlign w:val="center"/>
          </w:tcPr>
          <w:p w14:paraId="675019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EECB85" w14:textId="77777777" w:rsidR="0085747A" w:rsidRPr="009C54AE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14:paraId="36A294C9" w14:textId="77777777" w:rsidTr="0CFD0D75">
        <w:tc>
          <w:tcPr>
            <w:tcW w:w="2694" w:type="dxa"/>
            <w:vAlign w:val="center"/>
          </w:tcPr>
          <w:p w14:paraId="02C92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3A8E0" w14:textId="7E8D53B3" w:rsidR="0085747A" w:rsidRPr="009C54AE" w:rsidRDefault="00362663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2B0D812B"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</w:t>
            </w:r>
            <w:r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85747A" w:rsidRPr="009C54AE" w14:paraId="5FAECAF2" w14:textId="77777777" w:rsidTr="0CFD0D75">
        <w:tc>
          <w:tcPr>
            <w:tcW w:w="2694" w:type="dxa"/>
            <w:vAlign w:val="center"/>
          </w:tcPr>
          <w:p w14:paraId="1632B3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5655F" w14:textId="72C7F35F" w:rsidR="0085747A" w:rsidRPr="009C54AE" w:rsidRDefault="00AF5C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Specialnościowy</w:t>
            </w:r>
            <w:proofErr w:type="spellEnd"/>
          </w:p>
        </w:tc>
      </w:tr>
      <w:tr w:rsidR="00923D7D" w:rsidRPr="009C54AE" w14:paraId="65D27A17" w14:textId="77777777" w:rsidTr="0CFD0D75">
        <w:tc>
          <w:tcPr>
            <w:tcW w:w="2694" w:type="dxa"/>
            <w:vAlign w:val="center"/>
          </w:tcPr>
          <w:p w14:paraId="4FAC93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65F4B" w14:textId="77777777" w:rsidR="00923D7D" w:rsidRPr="009C54AE" w:rsidRDefault="005738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9C54AE" w14:paraId="6383A772" w14:textId="77777777" w:rsidTr="0CFD0D75">
        <w:tc>
          <w:tcPr>
            <w:tcW w:w="2694" w:type="dxa"/>
            <w:vAlign w:val="center"/>
          </w:tcPr>
          <w:p w14:paraId="56A2A6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E926D6" w14:textId="390DF135" w:rsidR="0085747A" w:rsidRPr="009C54AE" w:rsidRDefault="002809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9E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11666E" w:rsidRPr="009C54AE" w14:paraId="04677272" w14:textId="77777777" w:rsidTr="0CFD0D75">
        <w:tc>
          <w:tcPr>
            <w:tcW w:w="2694" w:type="dxa"/>
            <w:vAlign w:val="center"/>
          </w:tcPr>
          <w:p w14:paraId="4CBBBA19" w14:textId="77777777" w:rsidR="0011666E" w:rsidRPr="009C54AE" w:rsidRDefault="0011666E" w:rsidP="00116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DF2A52" w14:textId="059A6F76" w:rsidR="0011666E" w:rsidRPr="009C54AE" w:rsidRDefault="004C30CF" w:rsidP="00116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0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Pracownicy </w:t>
            </w:r>
            <w:r w:rsidR="00AF5C4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Katedry</w:t>
            </w:r>
            <w:r w:rsidRPr="004C30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F9E2D0C" w14:textId="77777777" w:rsidR="0085747A" w:rsidRPr="009C54AE" w:rsidRDefault="0085747A" w:rsidP="003E1B0D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5D94EE0" w14:textId="77777777" w:rsidR="003E1B0D" w:rsidRDefault="003E1B0D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744926B" w14:textId="0A5E11B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1EA3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00E06D65" w14:textId="77777777" w:rsidTr="0CFD0D75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F80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001F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B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0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01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6A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E0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6A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1D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ED204" w14:textId="77777777" w:rsidTr="003E1B0D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5C96" w14:textId="77777777" w:rsidR="00015B8F" w:rsidRPr="009C54AE" w:rsidRDefault="00362663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B65E" w14:textId="1FFF585E" w:rsidR="00015B8F" w:rsidRPr="009C54AE" w:rsidRDefault="00900F1B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0B38" w14:textId="77777777" w:rsidR="00015B8F" w:rsidRPr="009C54AE" w:rsidRDefault="00362663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95F" w14:textId="3AB3B714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391" w14:textId="77777777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920A" w14:textId="77777777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649A" w14:textId="77777777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08AF" w14:textId="77777777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303D" w14:textId="77777777" w:rsidR="00015B8F" w:rsidRPr="009C54AE" w:rsidRDefault="00015B8F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6802" w14:textId="77777777" w:rsidR="00015B8F" w:rsidRPr="009C54AE" w:rsidRDefault="00573832" w:rsidP="003E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E2517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5BAF0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74C62" w14:textId="77777777" w:rsidR="00EA27F3" w:rsidRPr="00E009FC" w:rsidRDefault="00E009FC" w:rsidP="00EA27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ascii="Corbel" w:eastAsia="MS Gothic" w:hAnsi="MS Gothic" w:cs="MS Gothic" w:hint="eastAsia"/>
          <w:b w:val="0"/>
          <w:szCs w:val="24"/>
        </w:rPr>
        <w:t>☒</w:t>
      </w:r>
      <w:r w:rsidR="00EA27F3" w:rsidRPr="00E009FC">
        <w:rPr>
          <w:rFonts w:ascii="Corbel" w:eastAsia="MS Gothic" w:hAnsi="Corbel" w:cs="MS Gothic"/>
          <w:b w:val="0"/>
          <w:szCs w:val="24"/>
        </w:rPr>
        <w:t xml:space="preserve"> </w:t>
      </w:r>
      <w:r w:rsidR="00EA27F3" w:rsidRPr="00E009F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1A0A17" w14:textId="77777777" w:rsidR="0085747A" w:rsidRPr="009C54AE" w:rsidRDefault="00E009FC" w:rsidP="00EA27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ascii="Corbel" w:eastAsia="MS Gothic" w:hAnsi="MS Gothic" w:cs="MS Gothic" w:hint="eastAsia"/>
          <w:b w:val="0"/>
          <w:szCs w:val="24"/>
        </w:rPr>
        <w:t>☒</w:t>
      </w:r>
      <w:r w:rsidR="00EA27F3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4020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EA7C82" w14:textId="77777777" w:rsidR="00766518" w:rsidRDefault="00E22FBC" w:rsidP="007665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3B2CA594">
        <w:rPr>
          <w:rFonts w:ascii="Corbel" w:hAnsi="Corbel"/>
          <w:smallCaps w:val="0"/>
        </w:rPr>
        <w:t xml:space="preserve">1.3 </w:t>
      </w:r>
      <w:r>
        <w:tab/>
      </w:r>
      <w:r w:rsidRPr="3B2CA594">
        <w:rPr>
          <w:rFonts w:ascii="Corbel" w:hAnsi="Corbel"/>
          <w:smallCaps w:val="0"/>
        </w:rPr>
        <w:t>For</w:t>
      </w:r>
      <w:r w:rsidR="00766518" w:rsidRPr="3B2CA594">
        <w:rPr>
          <w:rFonts w:ascii="Corbel" w:hAnsi="Corbel"/>
          <w:smallCaps w:val="0"/>
        </w:rPr>
        <w:t>ma zaliczenia przedmiotu</w:t>
      </w:r>
      <w:r w:rsidRPr="3B2CA594">
        <w:rPr>
          <w:rFonts w:ascii="Corbel" w:hAnsi="Corbel"/>
          <w:smallCaps w:val="0"/>
        </w:rPr>
        <w:t xml:space="preserve"> (z toku) </w:t>
      </w:r>
      <w:r w:rsidRPr="3B2CA594">
        <w:rPr>
          <w:rFonts w:ascii="Corbel" w:hAnsi="Corbel"/>
          <w:b w:val="0"/>
          <w:smallCaps w:val="0"/>
        </w:rPr>
        <w:t>(egzamin, zaliczenie z oceną, zaliczenie bez oceny)</w:t>
      </w:r>
    </w:p>
    <w:p w14:paraId="534F86A7" w14:textId="5A6CE45A" w:rsidR="3B2CA594" w:rsidRDefault="3B2CA594" w:rsidP="3B2CA594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smallCaps w:val="0"/>
        </w:rPr>
      </w:pPr>
    </w:p>
    <w:p w14:paraId="4DB75D18" w14:textId="77777777" w:rsidR="00766518" w:rsidRPr="00766518" w:rsidRDefault="00766518" w:rsidP="0CFD0D75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CFD0D75">
        <w:rPr>
          <w:rFonts w:ascii="Corbel" w:hAnsi="Corbel"/>
          <w:smallCaps w:val="0"/>
        </w:rPr>
        <w:t xml:space="preserve">W przypadku wykładu </w:t>
      </w:r>
      <w:r w:rsidRPr="0CFD0D75">
        <w:rPr>
          <w:rFonts w:ascii="Corbel" w:hAnsi="Corbel"/>
          <w:b w:val="0"/>
          <w:smallCaps w:val="0"/>
        </w:rPr>
        <w:t>- egzamin w formie pisemnej lub ustnej.</w:t>
      </w:r>
    </w:p>
    <w:p w14:paraId="0E7B41B5" w14:textId="77777777" w:rsidR="00E960BB" w:rsidRDefault="00766518" w:rsidP="0CFD0D75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0CFD0D75">
        <w:rPr>
          <w:rFonts w:ascii="Corbel" w:hAnsi="Corbel"/>
          <w:smallCaps w:val="0"/>
        </w:rPr>
        <w:t>W przypadku ćwiczeń</w:t>
      </w:r>
      <w:r w:rsidRPr="0CFD0D75">
        <w:rPr>
          <w:rFonts w:ascii="Corbel" w:hAnsi="Corbel"/>
          <w:b w:val="0"/>
          <w:smallCaps w:val="0"/>
        </w:rPr>
        <w:t xml:space="preserve"> - zaliczenie z oceną w formie pisemnej lub ustnej. Możliwa jest </w:t>
      </w:r>
      <w:r>
        <w:rPr>
          <w:rFonts w:ascii="Corbel" w:hAnsi="Corbel"/>
          <w:b w:val="0"/>
          <w:smallCaps w:val="0"/>
          <w:szCs w:val="24"/>
        </w:rPr>
        <w:tab/>
      </w:r>
      <w:r w:rsidRPr="0CFD0D75">
        <w:rPr>
          <w:rFonts w:ascii="Corbel" w:hAnsi="Corbel"/>
          <w:b w:val="0"/>
          <w:smallCaps w:val="0"/>
        </w:rPr>
        <w:t xml:space="preserve">również bieżąca ocena wiedzy studenta – w postaci pytań kontrolnych, odpowiedzi </w:t>
      </w:r>
      <w:r>
        <w:rPr>
          <w:rFonts w:ascii="Corbel" w:hAnsi="Corbel"/>
          <w:b w:val="0"/>
          <w:smallCaps w:val="0"/>
          <w:szCs w:val="24"/>
        </w:rPr>
        <w:tab/>
      </w:r>
      <w:r w:rsidRPr="0CFD0D75">
        <w:rPr>
          <w:rFonts w:ascii="Corbel" w:hAnsi="Corbel"/>
          <w:b w:val="0"/>
          <w:smallCaps w:val="0"/>
        </w:rPr>
        <w:t>pisemnych, przedstawienia prezentacji multimedialnej lub referatu.</w:t>
      </w:r>
    </w:p>
    <w:p w14:paraId="29946405" w14:textId="77777777" w:rsidR="00573832" w:rsidRDefault="005738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28AB8" w14:textId="77777777" w:rsidR="00E960BB" w:rsidRPr="009C54AE" w:rsidRDefault="0085747A" w:rsidP="0CFD0D75">
      <w:pPr>
        <w:pStyle w:val="Punktygwne"/>
        <w:spacing w:before="0" w:after="0"/>
        <w:rPr>
          <w:rFonts w:ascii="Corbel" w:hAnsi="Corbel"/>
        </w:rPr>
      </w:pPr>
      <w:r w:rsidRPr="0CFD0D75">
        <w:rPr>
          <w:rFonts w:ascii="Corbel" w:hAnsi="Corbel"/>
        </w:rPr>
        <w:t xml:space="preserve">2.Wymagania wstępne </w:t>
      </w:r>
    </w:p>
    <w:p w14:paraId="319EDF24" w14:textId="411504D6" w:rsidR="0CFD0D75" w:rsidRDefault="0CFD0D75" w:rsidP="0CFD0D7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F294D5" w14:textId="77777777" w:rsidTr="00745302">
        <w:tc>
          <w:tcPr>
            <w:tcW w:w="9670" w:type="dxa"/>
          </w:tcPr>
          <w:p w14:paraId="083095E1" w14:textId="77777777" w:rsidR="0085747A" w:rsidRPr="009C54AE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14:paraId="511EE974" w14:textId="77777777" w:rsidR="003E1B0D" w:rsidRDefault="003E1B0D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7973D07B" w14:textId="49A4C4CE" w:rsidR="0085747A" w:rsidRPr="00C05F44" w:rsidRDefault="0071620A" w:rsidP="3B2CA594">
      <w:pPr>
        <w:pStyle w:val="Punktygwne"/>
        <w:spacing w:before="0" w:after="0"/>
        <w:rPr>
          <w:rFonts w:ascii="Corbel" w:hAnsi="Corbel"/>
        </w:rPr>
      </w:pPr>
      <w:r w:rsidRPr="3B2CA594">
        <w:rPr>
          <w:rFonts w:ascii="Corbel" w:hAnsi="Corbel"/>
        </w:rPr>
        <w:lastRenderedPageBreak/>
        <w:t>3.</w:t>
      </w:r>
      <w:r w:rsidR="0085747A" w:rsidRPr="3B2CA594">
        <w:rPr>
          <w:rFonts w:ascii="Corbel" w:hAnsi="Corbel"/>
        </w:rPr>
        <w:t xml:space="preserve"> </w:t>
      </w:r>
      <w:r w:rsidR="00A84C85" w:rsidRPr="3B2CA594">
        <w:rPr>
          <w:rFonts w:ascii="Corbel" w:hAnsi="Corbel"/>
        </w:rPr>
        <w:t>cele, efekty uczenia się</w:t>
      </w:r>
      <w:r w:rsidR="0085747A" w:rsidRPr="3B2CA594">
        <w:rPr>
          <w:rFonts w:ascii="Corbel" w:hAnsi="Corbel"/>
        </w:rPr>
        <w:t>, treści Programowe i stosowane metody Dydaktyczne</w:t>
      </w:r>
    </w:p>
    <w:p w14:paraId="6B11F7F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3A81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3516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B6F26" w:rsidRPr="004B2B57" w14:paraId="1AAABD6A" w14:textId="77777777" w:rsidTr="00E41A72">
        <w:tc>
          <w:tcPr>
            <w:tcW w:w="851" w:type="dxa"/>
            <w:vAlign w:val="center"/>
          </w:tcPr>
          <w:p w14:paraId="749E0523" w14:textId="77777777" w:rsidR="008B6F26" w:rsidRPr="004B2B57" w:rsidRDefault="008B6F26" w:rsidP="00E41A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380F2A" w14:textId="77777777" w:rsidR="008B6F26" w:rsidRPr="004B2B57" w:rsidRDefault="008B6F26" w:rsidP="00E41A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Przekazanie wiedzy z zakresu mechanizmów zarządzania bezpieczeństwem, w obliczu współczesnych zagrożeń, zarówno w odniesieniu do Polski, jak i innych państw. Organizacji i funkcjonowania systemu zarządzania kryzysowego w państwie.</w:t>
            </w:r>
          </w:p>
        </w:tc>
      </w:tr>
      <w:tr w:rsidR="008B6F26" w:rsidRPr="004B2B57" w14:paraId="03AB2AF6" w14:textId="77777777" w:rsidTr="00E41A72">
        <w:tc>
          <w:tcPr>
            <w:tcW w:w="851" w:type="dxa"/>
            <w:vAlign w:val="center"/>
          </w:tcPr>
          <w:p w14:paraId="2331486D" w14:textId="77777777" w:rsidR="008B6F26" w:rsidRPr="004B2B57" w:rsidRDefault="008B6F26" w:rsidP="00E41A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B44AED" w14:textId="77777777" w:rsidR="008B6F26" w:rsidRPr="00DF6FAF" w:rsidRDefault="008B6F26" w:rsidP="00E41A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Student może poszerzyć dotychczasową wiedzę związaną z zadaniami instytucji, służb, inspekcji, straży i innych jednostek organizacyjnych na szczeblu państwa, województwa i powiatu w sytuacjach kryzysowych. Student nabędzie także wiedzę z zakresu organizacji i kierowania</w:t>
            </w:r>
          </w:p>
        </w:tc>
      </w:tr>
    </w:tbl>
    <w:p w14:paraId="589BD0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8A1EE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D142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9259A0" w14:textId="77777777" w:rsidTr="00C20ACE">
        <w:tc>
          <w:tcPr>
            <w:tcW w:w="1679" w:type="dxa"/>
            <w:vAlign w:val="center"/>
          </w:tcPr>
          <w:p w14:paraId="3BF182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B2138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7D1B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0ACE" w:rsidRPr="009C54AE" w14:paraId="0B83F035" w14:textId="77777777" w:rsidTr="00C20ACE">
        <w:tc>
          <w:tcPr>
            <w:tcW w:w="1679" w:type="dxa"/>
          </w:tcPr>
          <w:p w14:paraId="5F8522F8" w14:textId="07672853" w:rsidR="00C20ACE" w:rsidRPr="004B2B57" w:rsidRDefault="00C20ACE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119B67C0" w14:textId="77777777" w:rsidR="00C20ACE" w:rsidRPr="004B2B57" w:rsidRDefault="00766518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</w:t>
            </w:r>
            <w:r w:rsidRPr="007665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prawnych oraz</w:t>
            </w:r>
            <w:r w:rsidR="00C77F53"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zasad działania organów administracji publicznej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, ich genezy i ewolucji w zakresie zarządzania kryzysowego.</w:t>
            </w:r>
          </w:p>
        </w:tc>
        <w:tc>
          <w:tcPr>
            <w:tcW w:w="1865" w:type="dxa"/>
          </w:tcPr>
          <w:p w14:paraId="11E7FA8F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66518" w:rsidRPr="009C54AE" w14:paraId="5D1AB8D1" w14:textId="77777777" w:rsidTr="00C20ACE">
        <w:tc>
          <w:tcPr>
            <w:tcW w:w="1679" w:type="dxa"/>
          </w:tcPr>
          <w:p w14:paraId="5FA2D3D4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65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4A55D29" w14:textId="77777777" w:rsidR="00766518" w:rsidRPr="004B2B57" w:rsidRDefault="00C77F53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ysponuje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wiedzą na temat zarządzania kryzysowego oraz zna kluczowe zagadnien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dotyczące relacji między organami a jednostką 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tej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6F3AC02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66518" w:rsidRPr="009C54AE" w14:paraId="3DB53AAB" w14:textId="77777777" w:rsidTr="00C20ACE">
        <w:tc>
          <w:tcPr>
            <w:tcW w:w="1679" w:type="dxa"/>
          </w:tcPr>
          <w:p w14:paraId="65311FF0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A31740" w14:textId="77777777" w:rsidR="00766518" w:rsidRPr="004B2B57" w:rsidRDefault="00C77F53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o roli podmiotów, ich cechach</w:t>
            </w:r>
            <w:r w:rsidR="008D0EC3">
              <w:rPr>
                <w:rFonts w:ascii="Corbel" w:hAnsi="Corbel"/>
                <w:b w:val="0"/>
                <w:smallCaps w:val="0"/>
                <w:szCs w:val="24"/>
              </w:rPr>
              <w:t xml:space="preserve"> i aktywności w sferze zarządzania kryzysowego.</w:t>
            </w:r>
          </w:p>
        </w:tc>
        <w:tc>
          <w:tcPr>
            <w:tcW w:w="1865" w:type="dxa"/>
          </w:tcPr>
          <w:p w14:paraId="13BFBCA8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66518" w:rsidRPr="009C54AE" w14:paraId="4C2AB350" w14:textId="77777777" w:rsidTr="00C20ACE">
        <w:tc>
          <w:tcPr>
            <w:tcW w:w="1679" w:type="dxa"/>
          </w:tcPr>
          <w:p w14:paraId="6C989074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33EAA648" w14:textId="77777777" w:rsidR="00766518" w:rsidRPr="004B2B57" w:rsidRDefault="008D0EC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sytuacji kryzysowej i przebieg działań w zakresie zarządzania kryzysowego, formułując własne opinie na ten temat.</w:t>
            </w:r>
          </w:p>
        </w:tc>
        <w:tc>
          <w:tcPr>
            <w:tcW w:w="1865" w:type="dxa"/>
          </w:tcPr>
          <w:p w14:paraId="4BF9E09D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66518" w:rsidRPr="009C54AE" w14:paraId="5F1D9FC9" w14:textId="77777777" w:rsidTr="00C20ACE">
        <w:tc>
          <w:tcPr>
            <w:tcW w:w="1679" w:type="dxa"/>
          </w:tcPr>
          <w:p w14:paraId="1D2DDA75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3227E8B" w14:textId="77777777" w:rsidR="00766518" w:rsidRPr="004B2B57" w:rsidRDefault="00C616F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 właściwy sposób gromadzi i analizuje informacje dotyczące sytuacji kryzysowej i prawidłowo określa działania właściwych organów w ramach zarządzania kryzysowego.</w:t>
            </w:r>
          </w:p>
        </w:tc>
        <w:tc>
          <w:tcPr>
            <w:tcW w:w="1865" w:type="dxa"/>
          </w:tcPr>
          <w:p w14:paraId="5D5D4B46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66518" w:rsidRPr="009C54AE" w14:paraId="5060C624" w14:textId="77777777" w:rsidTr="00C20ACE">
        <w:tc>
          <w:tcPr>
            <w:tcW w:w="1679" w:type="dxa"/>
          </w:tcPr>
          <w:p w14:paraId="0E87CD52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0ADC7A77" w14:textId="77777777" w:rsidR="00766518" w:rsidRPr="004B2B57" w:rsidRDefault="00C616F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616F3">
              <w:rPr>
                <w:rFonts w:ascii="Corbel" w:hAnsi="Corbel"/>
                <w:b w:val="0"/>
                <w:smallCaps w:val="0"/>
                <w:szCs w:val="24"/>
              </w:rPr>
              <w:t xml:space="preserve">ykazuje się specjalistycznymi umiejętnościami znajdowania podstaw prawnych, orzecznictwa i literatury dotyczącej problematyki z zakresu zarządzania kryzysowego, jak również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konkretne rozwiązania w zaistniałych sytuacjach kryzysowych. </w:t>
            </w:r>
          </w:p>
        </w:tc>
        <w:tc>
          <w:tcPr>
            <w:tcW w:w="1865" w:type="dxa"/>
          </w:tcPr>
          <w:p w14:paraId="4752D922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0ACE" w:rsidRPr="009C54AE" w14:paraId="694FDDAF" w14:textId="77777777" w:rsidTr="00C20ACE">
        <w:tc>
          <w:tcPr>
            <w:tcW w:w="1679" w:type="dxa"/>
          </w:tcPr>
          <w:p w14:paraId="2B9E3649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6F9554E0" w14:textId="77777777" w:rsidR="00C20ACE" w:rsidRPr="004B2B57" w:rsidRDefault="008E58C1" w:rsidP="008E5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również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na gruncie interdyscyplinarnym,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potrafi właściwie j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>ą wykorzystać.</w:t>
            </w:r>
          </w:p>
        </w:tc>
        <w:tc>
          <w:tcPr>
            <w:tcW w:w="1865" w:type="dxa"/>
          </w:tcPr>
          <w:p w14:paraId="4EE604B8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C20ACE" w:rsidRPr="004B2B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4C175068" w14:textId="77777777" w:rsidR="003E1B0D" w:rsidRDefault="003E1B0D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0ACE" w:rsidRPr="009C54AE" w14:paraId="0A2F7FD0" w14:textId="77777777" w:rsidTr="00C20ACE">
        <w:tc>
          <w:tcPr>
            <w:tcW w:w="1679" w:type="dxa"/>
          </w:tcPr>
          <w:p w14:paraId="37F8706B" w14:textId="29EEE015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50FD9DA6" w14:textId="77777777" w:rsidR="00C20ACE" w:rsidRPr="004B2B57" w:rsidRDefault="008E58C1" w:rsidP="000257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do samodzielnego rozwiązywania problemów występujących w zarzadzaniu kryzysowym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przekonująco argumentuje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i inte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rpretować występujące zjawiska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tym obszarze.</w:t>
            </w:r>
          </w:p>
        </w:tc>
        <w:tc>
          <w:tcPr>
            <w:tcW w:w="1865" w:type="dxa"/>
          </w:tcPr>
          <w:p w14:paraId="2C95CEE9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20ACE" w:rsidRPr="009C54AE" w14:paraId="0E2DD293" w14:textId="77777777" w:rsidTr="00C20ACE">
        <w:tc>
          <w:tcPr>
            <w:tcW w:w="1679" w:type="dxa"/>
          </w:tcPr>
          <w:p w14:paraId="5B4706C2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4EDB2328" w14:textId="77777777" w:rsidR="00C20ACE" w:rsidRPr="004B2B57" w:rsidRDefault="003C4BAB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>est gotowy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działać na rzecz społeczeństwa, także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 xml:space="preserve"> w instytucja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publicznych i niepublicznych, </w:t>
            </w:r>
            <w:r w:rsidR="00C20ACE" w:rsidRPr="004B2B57">
              <w:rPr>
                <w:rFonts w:ascii="Corbel" w:hAnsi="Corbel"/>
                <w:b w:val="0"/>
                <w:smallCaps w:val="0"/>
                <w:szCs w:val="24"/>
              </w:rPr>
              <w:t>wykorzystując nabytą wiedze i umiejętności zdobyt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trakcie zajęć z w/w tematyki.</w:t>
            </w:r>
          </w:p>
        </w:tc>
        <w:tc>
          <w:tcPr>
            <w:tcW w:w="1865" w:type="dxa"/>
          </w:tcPr>
          <w:p w14:paraId="47E097D6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F3F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8EA7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B7A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3FFC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770"/>
        <w:gridCol w:w="1154"/>
      </w:tblGrid>
      <w:tr w:rsidR="00E25D46" w:rsidRPr="009C54AE" w14:paraId="473EFFC9" w14:textId="77777777" w:rsidTr="0CFD0D75">
        <w:tc>
          <w:tcPr>
            <w:tcW w:w="596" w:type="dxa"/>
          </w:tcPr>
          <w:p w14:paraId="29C209FA" w14:textId="77777777" w:rsidR="00E25D46" w:rsidRPr="009C54AE" w:rsidRDefault="0604EC5D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770" w:type="dxa"/>
          </w:tcPr>
          <w:p w14:paraId="14059583" w14:textId="77777777" w:rsidR="00E25D46" w:rsidRPr="009C54AE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54" w:type="dxa"/>
          </w:tcPr>
          <w:p w14:paraId="35458653" w14:textId="77777777" w:rsidR="00E25D46" w:rsidRPr="009C54AE" w:rsidRDefault="0604EC5D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25D46" w:rsidRPr="009C54AE" w14:paraId="209B7571" w14:textId="77777777" w:rsidTr="0CFD0D75">
        <w:tc>
          <w:tcPr>
            <w:tcW w:w="596" w:type="dxa"/>
          </w:tcPr>
          <w:p w14:paraId="56E78F7F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 xml:space="preserve">1. </w:t>
            </w:r>
          </w:p>
        </w:tc>
        <w:tc>
          <w:tcPr>
            <w:tcW w:w="7770" w:type="dxa"/>
          </w:tcPr>
          <w:p w14:paraId="0C78CDF0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Kryzys i sytuacja kryzysowa. Źródła, fazy i przesłanki sytuacji kryzysowej.</w:t>
            </w:r>
          </w:p>
        </w:tc>
        <w:tc>
          <w:tcPr>
            <w:tcW w:w="1154" w:type="dxa"/>
          </w:tcPr>
          <w:p w14:paraId="118118A7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3CEE6624" w14:textId="77777777" w:rsidTr="0CFD0D75">
        <w:tc>
          <w:tcPr>
            <w:tcW w:w="596" w:type="dxa"/>
          </w:tcPr>
          <w:p w14:paraId="06F5416D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 xml:space="preserve">2. </w:t>
            </w:r>
          </w:p>
        </w:tc>
        <w:tc>
          <w:tcPr>
            <w:tcW w:w="7770" w:type="dxa"/>
          </w:tcPr>
          <w:p w14:paraId="09DBB01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Zarządzanie kryzysowe – pojęcie, definicja, etapy i zasady. </w:t>
            </w:r>
          </w:p>
        </w:tc>
        <w:tc>
          <w:tcPr>
            <w:tcW w:w="1154" w:type="dxa"/>
          </w:tcPr>
          <w:p w14:paraId="4C00273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71F144CC" w14:textId="77777777" w:rsidTr="0CFD0D75">
        <w:tc>
          <w:tcPr>
            <w:tcW w:w="596" w:type="dxa"/>
          </w:tcPr>
          <w:p w14:paraId="20D14D25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7770" w:type="dxa"/>
          </w:tcPr>
          <w:p w14:paraId="188944A8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Zarządzanie kryzysowe na szczeblu krajowym</w:t>
            </w:r>
          </w:p>
        </w:tc>
        <w:tc>
          <w:tcPr>
            <w:tcW w:w="1154" w:type="dxa"/>
          </w:tcPr>
          <w:p w14:paraId="651BAE0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7813DC3B" w14:textId="77777777" w:rsidTr="0CFD0D75">
        <w:tc>
          <w:tcPr>
            <w:tcW w:w="596" w:type="dxa"/>
          </w:tcPr>
          <w:p w14:paraId="4FE92DA9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7770" w:type="dxa"/>
          </w:tcPr>
          <w:p w14:paraId="3F89876F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na szczeblu wojewódzkim</w:t>
            </w:r>
          </w:p>
        </w:tc>
        <w:tc>
          <w:tcPr>
            <w:tcW w:w="1154" w:type="dxa"/>
          </w:tcPr>
          <w:p w14:paraId="1A1D7B67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5BC9E693" w14:textId="77777777" w:rsidTr="0CFD0D75">
        <w:tc>
          <w:tcPr>
            <w:tcW w:w="596" w:type="dxa"/>
          </w:tcPr>
          <w:p w14:paraId="2CF4BE05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5.</w:t>
            </w:r>
          </w:p>
        </w:tc>
        <w:tc>
          <w:tcPr>
            <w:tcW w:w="7770" w:type="dxa"/>
          </w:tcPr>
          <w:p w14:paraId="442A7F96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w jednostkach samorządu terytorialnego</w:t>
            </w:r>
          </w:p>
        </w:tc>
        <w:tc>
          <w:tcPr>
            <w:tcW w:w="1154" w:type="dxa"/>
          </w:tcPr>
          <w:p w14:paraId="2D6D790E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44C56CFD" w14:textId="77777777" w:rsidTr="0CFD0D75">
        <w:tc>
          <w:tcPr>
            <w:tcW w:w="596" w:type="dxa"/>
          </w:tcPr>
          <w:p w14:paraId="6B9F8318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6.</w:t>
            </w:r>
          </w:p>
        </w:tc>
        <w:tc>
          <w:tcPr>
            <w:tcW w:w="7770" w:type="dxa"/>
          </w:tcPr>
          <w:p w14:paraId="61752CEC" w14:textId="77777777" w:rsidR="00426CD3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426CD3">
              <w:rPr>
                <w:rFonts w:asciiTheme="minorHAnsi" w:hAnsiTheme="minorHAnsi"/>
                <w:sz w:val="24"/>
                <w:szCs w:val="24"/>
              </w:rPr>
              <w:t>Poziom współpracy w systemie zarządzania kryzysowego w Polsce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 </w:t>
            </w:r>
          </w:p>
          <w:p w14:paraId="674947A7" w14:textId="77777777" w:rsidR="00E25D46" w:rsidRPr="00E25D46" w:rsidRDefault="00426CD3" w:rsidP="00426CD3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działania zwiększające jego skuteczność.</w:t>
            </w:r>
          </w:p>
        </w:tc>
        <w:tc>
          <w:tcPr>
            <w:tcW w:w="1154" w:type="dxa"/>
          </w:tcPr>
          <w:p w14:paraId="014EBD6B" w14:textId="77777777" w:rsidR="00E25D46" w:rsidRPr="00E25D46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6D0DF444" w14:textId="77777777" w:rsidTr="0CFD0D75">
        <w:tc>
          <w:tcPr>
            <w:tcW w:w="596" w:type="dxa"/>
          </w:tcPr>
          <w:p w14:paraId="64F30BD0" w14:textId="77777777" w:rsid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770" w:type="dxa"/>
          </w:tcPr>
          <w:p w14:paraId="5B191110" w14:textId="77777777" w:rsidR="00E25D46" w:rsidRPr="00E25D46" w:rsidRDefault="00426CD3" w:rsidP="00426CD3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suma</w:t>
            </w:r>
          </w:p>
        </w:tc>
        <w:tc>
          <w:tcPr>
            <w:tcW w:w="1154" w:type="dxa"/>
          </w:tcPr>
          <w:p w14:paraId="6BB07F3B" w14:textId="77777777" w:rsidR="00E25D46" w:rsidRPr="00E25D46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</w:tbl>
    <w:p w14:paraId="4B60BC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1A4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4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815"/>
        <w:gridCol w:w="1110"/>
      </w:tblGrid>
      <w:tr w:rsidR="008B6F26" w:rsidRPr="004B2B57" w14:paraId="020D8238" w14:textId="77777777" w:rsidTr="0CFD0D75">
        <w:trPr>
          <w:trHeight w:val="100"/>
        </w:trPr>
        <w:tc>
          <w:tcPr>
            <w:tcW w:w="567" w:type="dxa"/>
          </w:tcPr>
          <w:p w14:paraId="5FD48B33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815" w:type="dxa"/>
          </w:tcPr>
          <w:p w14:paraId="77ED0AB3" w14:textId="77777777" w:rsidR="008B6F26" w:rsidRPr="004B2B57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10" w:type="dxa"/>
          </w:tcPr>
          <w:p w14:paraId="5BC079CD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B6F26" w:rsidRPr="004B2B57" w14:paraId="118A3A38" w14:textId="77777777" w:rsidTr="0CFD0D75">
        <w:trPr>
          <w:trHeight w:val="100"/>
        </w:trPr>
        <w:tc>
          <w:tcPr>
            <w:tcW w:w="567" w:type="dxa"/>
          </w:tcPr>
          <w:p w14:paraId="5B496287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7815" w:type="dxa"/>
          </w:tcPr>
          <w:p w14:paraId="2955BA20" w14:textId="77777777" w:rsidR="008B6F26" w:rsidRPr="005D79BA" w:rsidRDefault="008B6F26" w:rsidP="00E41A72">
            <w:pPr>
              <w:spacing w:after="0" w:line="240" w:lineRule="auto"/>
              <w:rPr>
                <w:bCs/>
              </w:rPr>
            </w:pPr>
            <w:r w:rsidRPr="005D79BA">
              <w:rPr>
                <w:bCs/>
              </w:rPr>
              <w:t>Zarządzanie kryzysowe jako element kierowania bezpieczeństwem państwa.</w:t>
            </w:r>
          </w:p>
        </w:tc>
        <w:tc>
          <w:tcPr>
            <w:tcW w:w="1110" w:type="dxa"/>
          </w:tcPr>
          <w:p w14:paraId="58D22960" w14:textId="77777777" w:rsidR="008B6F26" w:rsidRPr="004B2B57" w:rsidRDefault="00AB06F3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B6F26" w:rsidRPr="004B2B57" w14:paraId="377D8FC3" w14:textId="77777777" w:rsidTr="0CFD0D75">
        <w:trPr>
          <w:trHeight w:val="100"/>
        </w:trPr>
        <w:tc>
          <w:tcPr>
            <w:tcW w:w="567" w:type="dxa"/>
          </w:tcPr>
          <w:p w14:paraId="7EE830DC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7815" w:type="dxa"/>
          </w:tcPr>
          <w:p w14:paraId="2CA762CE" w14:textId="77777777" w:rsidR="008B6F26" w:rsidRPr="005D79BA" w:rsidRDefault="008B6F26" w:rsidP="00B3764D">
            <w:pPr>
              <w:spacing w:after="0" w:line="240" w:lineRule="auto"/>
              <w:rPr>
                <w:rFonts w:cs="Arial"/>
              </w:rPr>
            </w:pPr>
            <w:r w:rsidRPr="005D79BA">
              <w:rPr>
                <w:rFonts w:cs="Arial"/>
              </w:rPr>
              <w:t>Zagrożenia niemilitarne mogąc</w:t>
            </w:r>
            <w:r w:rsidR="00B3764D">
              <w:rPr>
                <w:rFonts w:cs="Arial"/>
              </w:rPr>
              <w:t>e wywoływać sytuacje kryzysowe.</w:t>
            </w:r>
          </w:p>
        </w:tc>
        <w:tc>
          <w:tcPr>
            <w:tcW w:w="1110" w:type="dxa"/>
          </w:tcPr>
          <w:p w14:paraId="2C864E7B" w14:textId="77777777" w:rsidR="008B6F26" w:rsidRPr="004B2B57" w:rsidRDefault="00AB06F3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02A4E868" w14:textId="77777777" w:rsidTr="0CFD0D75">
        <w:trPr>
          <w:trHeight w:val="100"/>
        </w:trPr>
        <w:tc>
          <w:tcPr>
            <w:tcW w:w="567" w:type="dxa"/>
          </w:tcPr>
          <w:p w14:paraId="670105D4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7815" w:type="dxa"/>
          </w:tcPr>
          <w:p w14:paraId="2D4975A0" w14:textId="77777777" w:rsidR="008B6F26" w:rsidRPr="005D79BA" w:rsidRDefault="00426CD3" w:rsidP="00426CD3">
            <w:pPr>
              <w:spacing w:after="0" w:line="240" w:lineRule="auto"/>
            </w:pPr>
            <w:r w:rsidRPr="00426CD3">
              <w:t>Ratownictwo w systemie zarządzania kryzysowego.</w:t>
            </w:r>
            <w:r>
              <w:t xml:space="preserve"> </w:t>
            </w:r>
          </w:p>
        </w:tc>
        <w:tc>
          <w:tcPr>
            <w:tcW w:w="1110" w:type="dxa"/>
          </w:tcPr>
          <w:p w14:paraId="76324C45" w14:textId="77777777" w:rsidR="008B6F26" w:rsidRPr="004B2B57" w:rsidRDefault="00AB06F3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72F06D40" w14:textId="77777777" w:rsidTr="0CFD0D75">
        <w:trPr>
          <w:trHeight w:val="100"/>
        </w:trPr>
        <w:tc>
          <w:tcPr>
            <w:tcW w:w="567" w:type="dxa"/>
          </w:tcPr>
          <w:p w14:paraId="0B74A2A5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7815" w:type="dxa"/>
          </w:tcPr>
          <w:p w14:paraId="149044A6" w14:textId="77777777" w:rsidR="008B6F26" w:rsidRPr="005D79BA" w:rsidRDefault="00B3764D" w:rsidP="00AB06F3">
            <w:pPr>
              <w:spacing w:after="0" w:line="240" w:lineRule="auto"/>
            </w:pPr>
            <w:r w:rsidRPr="00B3764D">
              <w:t>Zasady udziału Sił Zbrojnych w poszczególnych fazach zarządzania kryzysowego.</w:t>
            </w:r>
          </w:p>
        </w:tc>
        <w:tc>
          <w:tcPr>
            <w:tcW w:w="1110" w:type="dxa"/>
          </w:tcPr>
          <w:p w14:paraId="7DA66151" w14:textId="77777777" w:rsidR="008B6F26" w:rsidRPr="004B2B57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36DE4CCF" w14:textId="77777777" w:rsidTr="0CFD0D75">
        <w:trPr>
          <w:trHeight w:val="100"/>
        </w:trPr>
        <w:tc>
          <w:tcPr>
            <w:tcW w:w="567" w:type="dxa"/>
          </w:tcPr>
          <w:p w14:paraId="0C9C2C69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7815" w:type="dxa"/>
          </w:tcPr>
          <w:p w14:paraId="5E606ADF" w14:textId="77777777" w:rsidR="008B6F26" w:rsidRPr="005D79BA" w:rsidRDefault="00B3764D" w:rsidP="00E41A72">
            <w:pPr>
              <w:spacing w:after="0" w:line="240" w:lineRule="auto"/>
            </w:pPr>
            <w:r w:rsidRPr="00B3764D">
              <w:t>Zarządzanie kryzysowe na przykładzie działań realizowanych przez Państwową Straż Pożarną w Polsce</w:t>
            </w:r>
            <w:r>
              <w:t>.</w:t>
            </w:r>
          </w:p>
        </w:tc>
        <w:tc>
          <w:tcPr>
            <w:tcW w:w="1110" w:type="dxa"/>
          </w:tcPr>
          <w:p w14:paraId="33F0C5BA" w14:textId="77777777" w:rsidR="008B6F26" w:rsidRPr="004B2B57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097A393B" w14:textId="77777777" w:rsidTr="0CFD0D75">
        <w:trPr>
          <w:trHeight w:val="100"/>
        </w:trPr>
        <w:tc>
          <w:tcPr>
            <w:tcW w:w="567" w:type="dxa"/>
          </w:tcPr>
          <w:p w14:paraId="09356BAE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7815" w:type="dxa"/>
          </w:tcPr>
          <w:p w14:paraId="6170BAD1" w14:textId="77777777" w:rsidR="008B6F26" w:rsidRPr="005D79BA" w:rsidRDefault="00426CD3" w:rsidP="00E41A72">
            <w:pPr>
              <w:spacing w:after="0" w:line="240" w:lineRule="auto"/>
            </w:pPr>
            <w:r w:rsidRPr="00426CD3">
              <w:t>Zintegrowane zarządzanie kryzysowe.</w:t>
            </w:r>
          </w:p>
        </w:tc>
        <w:tc>
          <w:tcPr>
            <w:tcW w:w="1110" w:type="dxa"/>
          </w:tcPr>
          <w:p w14:paraId="3CBBBE24" w14:textId="77777777" w:rsidR="008B6F26" w:rsidRPr="004B2B57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1FBDE1FE" w14:textId="77777777" w:rsidTr="0CFD0D75">
        <w:trPr>
          <w:trHeight w:val="100"/>
        </w:trPr>
        <w:tc>
          <w:tcPr>
            <w:tcW w:w="567" w:type="dxa"/>
          </w:tcPr>
          <w:p w14:paraId="30F25138" w14:textId="77777777" w:rsidR="008B6F26" w:rsidRPr="004B2B57" w:rsidRDefault="590E644F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7815" w:type="dxa"/>
          </w:tcPr>
          <w:p w14:paraId="5B22A171" w14:textId="77777777" w:rsidR="00B3764D" w:rsidRDefault="00426CD3" w:rsidP="00E41A72">
            <w:r w:rsidRPr="00426CD3">
              <w:t>Lokalne inicjatywy na rzecz poprawy bezpieczeństwa.</w:t>
            </w:r>
          </w:p>
        </w:tc>
        <w:tc>
          <w:tcPr>
            <w:tcW w:w="1110" w:type="dxa"/>
          </w:tcPr>
          <w:p w14:paraId="5A984C8F" w14:textId="77777777" w:rsidR="008B6F26" w:rsidRPr="004B2B57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4B2B57" w14:paraId="202D5BC3" w14:textId="77777777" w:rsidTr="0CFD0D75">
        <w:trPr>
          <w:trHeight w:val="100"/>
        </w:trPr>
        <w:tc>
          <w:tcPr>
            <w:tcW w:w="567" w:type="dxa"/>
          </w:tcPr>
          <w:p w14:paraId="52939128" w14:textId="77777777" w:rsidR="008B6F26" w:rsidRDefault="008B6F26" w:rsidP="00E41A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5" w:type="dxa"/>
          </w:tcPr>
          <w:p w14:paraId="02349B1B" w14:textId="77777777" w:rsidR="008B6F26" w:rsidRPr="005D79BA" w:rsidRDefault="008B6F26" w:rsidP="008B6F26">
            <w:pPr>
              <w:spacing w:after="0" w:line="24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suma</w:t>
            </w:r>
          </w:p>
        </w:tc>
        <w:tc>
          <w:tcPr>
            <w:tcW w:w="1110" w:type="dxa"/>
          </w:tcPr>
          <w:p w14:paraId="372EF9AE" w14:textId="77777777" w:rsidR="008B6F26" w:rsidRDefault="008B6F26" w:rsidP="008B6F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07260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4DB90" w14:textId="77777777" w:rsidR="00426CD3" w:rsidRDefault="009F4610" w:rsidP="00426CD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C7F942" w14:textId="77777777" w:rsidR="00426CD3" w:rsidRPr="00426CD3" w:rsidRDefault="00426CD3" w:rsidP="00426CD3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</w:p>
    <w:p w14:paraId="6FB21990" w14:textId="77777777" w:rsidR="00426CD3" w:rsidRPr="00426CD3" w:rsidRDefault="00426CD3" w:rsidP="00426CD3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Wykład: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wykład problemowy, analiza i interpretacja tekstów źródłowych oraz wybranych orzeczeń. </w:t>
      </w:r>
    </w:p>
    <w:p w14:paraId="1E8B992F" w14:textId="77777777" w:rsidR="00E960BB" w:rsidRPr="00426CD3" w:rsidRDefault="00426CD3" w:rsidP="00426CD3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Ćwiczenia: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analiza tekstów z dyskusją, praca w grupach, analiza przypadków, analiza i interpretacja tekstów źró</w:t>
      </w:r>
      <w:r w:rsidR="00762DB9">
        <w:rPr>
          <w:rFonts w:asciiTheme="minorHAnsi" w:hAnsiTheme="minorHAnsi"/>
          <w:b w:val="0"/>
          <w:smallCaps w:val="0"/>
          <w:szCs w:val="24"/>
        </w:rPr>
        <w:t>dłowych oraz wybranych orzeczeń.</w:t>
      </w:r>
    </w:p>
    <w:p w14:paraId="6C8071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8F612" w14:textId="77777777" w:rsidR="003E1B0D" w:rsidRDefault="003E1B0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69B65A6" w14:textId="35748A4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975B8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A057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6F4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5AF906" w14:textId="77777777" w:rsidTr="00C05F44">
        <w:tc>
          <w:tcPr>
            <w:tcW w:w="1985" w:type="dxa"/>
            <w:vAlign w:val="center"/>
          </w:tcPr>
          <w:p w14:paraId="6C55112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7FAE28" w14:textId="77777777" w:rsidR="0085747A" w:rsidRPr="009C54AE" w:rsidRDefault="00C20A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48F5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0A4E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764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1B8C" w:rsidRPr="009C54AE" w14:paraId="0368F4F2" w14:textId="77777777" w:rsidTr="00C05F44">
        <w:tc>
          <w:tcPr>
            <w:tcW w:w="1985" w:type="dxa"/>
          </w:tcPr>
          <w:p w14:paraId="51103219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55EB787" w14:textId="77777777" w:rsidR="00361B8C" w:rsidRPr="004B2B57" w:rsidRDefault="00286E96" w:rsidP="003E1B0D">
            <w:pPr>
              <w:spacing w:after="0" w:line="240" w:lineRule="auto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4DB3BD10" w14:textId="77777777" w:rsidR="00361B8C" w:rsidRPr="004B2B57" w:rsidRDefault="00426CD3" w:rsidP="00EA27F3">
            <w:pPr>
              <w:rPr>
                <w:b/>
              </w:rPr>
            </w:pPr>
            <w:r>
              <w:t xml:space="preserve">w, </w:t>
            </w:r>
            <w:proofErr w:type="spellStart"/>
            <w:r>
              <w:t>ćw</w:t>
            </w:r>
            <w:proofErr w:type="spellEnd"/>
          </w:p>
        </w:tc>
      </w:tr>
      <w:tr w:rsidR="00361B8C" w:rsidRPr="009C54AE" w14:paraId="6E02487F" w14:textId="77777777" w:rsidTr="00C05F44">
        <w:tc>
          <w:tcPr>
            <w:tcW w:w="1985" w:type="dxa"/>
          </w:tcPr>
          <w:p w14:paraId="6C898B21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AB5910" w14:textId="77777777" w:rsidR="00361B8C" w:rsidRPr="004B2B57" w:rsidRDefault="00286E96" w:rsidP="003E1B0D">
            <w:pPr>
              <w:spacing w:after="0" w:line="240" w:lineRule="auto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0F84A032" w14:textId="77777777" w:rsidR="00361B8C" w:rsidRPr="004B2B57" w:rsidRDefault="00426CD3" w:rsidP="00EA27F3">
            <w:pPr>
              <w:rPr>
                <w:b/>
              </w:rPr>
            </w:pPr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="00361B8C" w:rsidRPr="009C54AE" w14:paraId="1CEB4EB9" w14:textId="77777777" w:rsidTr="00C05F44">
        <w:tc>
          <w:tcPr>
            <w:tcW w:w="1985" w:type="dxa"/>
          </w:tcPr>
          <w:p w14:paraId="68A42207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BBA43FA" w14:textId="77777777" w:rsidR="00361B8C" w:rsidRPr="004B2B57" w:rsidRDefault="00286E96" w:rsidP="003E1B0D">
            <w:pPr>
              <w:spacing w:after="0" w:line="240" w:lineRule="auto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33CEBB11" w14:textId="77777777" w:rsidR="00361B8C" w:rsidRPr="00426CD3" w:rsidRDefault="00426CD3" w:rsidP="00EA27F3"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="00361B8C" w:rsidRPr="009C54AE" w14:paraId="00D2A5A5" w14:textId="77777777" w:rsidTr="00C05F44">
        <w:tc>
          <w:tcPr>
            <w:tcW w:w="1985" w:type="dxa"/>
          </w:tcPr>
          <w:p w14:paraId="0A37D6FE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B3F8234" w14:textId="77777777" w:rsidR="00361B8C" w:rsidRPr="004B2B57" w:rsidRDefault="00286E96" w:rsidP="003E1B0D">
            <w:pPr>
              <w:spacing w:after="0" w:line="240" w:lineRule="auto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4162A7F8" w14:textId="77777777" w:rsidR="00361B8C" w:rsidRPr="004B2B57" w:rsidRDefault="00426CD3" w:rsidP="00EA27F3">
            <w:pPr>
              <w:rPr>
                <w:b/>
              </w:rPr>
            </w:pPr>
            <w:r w:rsidRPr="00426CD3">
              <w:t xml:space="preserve">w, </w:t>
            </w:r>
            <w:proofErr w:type="spellStart"/>
            <w:r w:rsidRPr="00426CD3">
              <w:t>ćw</w:t>
            </w:r>
            <w:proofErr w:type="spellEnd"/>
          </w:p>
        </w:tc>
      </w:tr>
      <w:tr w:rsidR="00426CD3" w:rsidRPr="009C54AE" w14:paraId="19E8332D" w14:textId="77777777" w:rsidTr="00C05F44">
        <w:tc>
          <w:tcPr>
            <w:tcW w:w="1985" w:type="dxa"/>
          </w:tcPr>
          <w:p w14:paraId="2C296889" w14:textId="77777777" w:rsidR="00426CD3" w:rsidRPr="004B2B57" w:rsidRDefault="00426CD3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B9C0F16" w14:textId="77777777" w:rsidR="00426CD3" w:rsidRPr="004B2B57" w:rsidRDefault="00286E96" w:rsidP="003E1B0D">
            <w:pPr>
              <w:spacing w:after="0" w:line="240" w:lineRule="auto"/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3CFB90A1" w14:textId="77777777" w:rsidR="00426CD3" w:rsidRPr="00286E96" w:rsidRDefault="00426CD3" w:rsidP="00EA27F3">
            <w:r w:rsidRPr="00286E96">
              <w:t xml:space="preserve">w, </w:t>
            </w:r>
            <w:proofErr w:type="spellStart"/>
            <w:r w:rsidRPr="00286E96">
              <w:t>ćw</w:t>
            </w:r>
            <w:proofErr w:type="spellEnd"/>
          </w:p>
        </w:tc>
      </w:tr>
      <w:tr w:rsidR="00426CD3" w:rsidRPr="009C54AE" w14:paraId="113CD442" w14:textId="77777777" w:rsidTr="00C05F44">
        <w:tc>
          <w:tcPr>
            <w:tcW w:w="1985" w:type="dxa"/>
          </w:tcPr>
          <w:p w14:paraId="7C001225" w14:textId="77777777" w:rsidR="00426CD3" w:rsidRPr="004B2B57" w:rsidRDefault="00426CD3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9C51C9D" w14:textId="77777777" w:rsidR="00426CD3" w:rsidRPr="004B2B57" w:rsidRDefault="00286E96" w:rsidP="003E1B0D">
            <w:pPr>
              <w:spacing w:after="0" w:line="240" w:lineRule="auto"/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09E78097" w14:textId="77777777" w:rsidR="00426CD3" w:rsidRPr="00286E96" w:rsidRDefault="00426CD3" w:rsidP="00EA27F3">
            <w:r w:rsidRPr="00286E96">
              <w:t xml:space="preserve">w, </w:t>
            </w:r>
            <w:proofErr w:type="spellStart"/>
            <w:r w:rsidRPr="00286E96">
              <w:t>ćw</w:t>
            </w:r>
            <w:proofErr w:type="spellEnd"/>
          </w:p>
        </w:tc>
      </w:tr>
      <w:tr w:rsidR="00426CD3" w:rsidRPr="009C54AE" w14:paraId="52EB03CC" w14:textId="77777777" w:rsidTr="00C05F44">
        <w:tc>
          <w:tcPr>
            <w:tcW w:w="1985" w:type="dxa"/>
          </w:tcPr>
          <w:p w14:paraId="65A7B2AE" w14:textId="77777777" w:rsidR="00426CD3" w:rsidRPr="004B2B57" w:rsidRDefault="00426CD3" w:rsidP="003E1B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6D7E9AB8" w14:textId="77777777" w:rsidR="00426CD3" w:rsidRPr="004B2B57" w:rsidRDefault="00286E96" w:rsidP="003E1B0D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2D02790F" w14:textId="77777777" w:rsidR="00426CD3" w:rsidRPr="00286E96" w:rsidRDefault="00426CD3" w:rsidP="003E1B0D">
            <w:pPr>
              <w:spacing w:after="0" w:line="240" w:lineRule="auto"/>
            </w:pPr>
            <w:proofErr w:type="spellStart"/>
            <w:r w:rsidRPr="00286E96">
              <w:t>ćw</w:t>
            </w:r>
            <w:proofErr w:type="spellEnd"/>
          </w:p>
        </w:tc>
      </w:tr>
      <w:tr w:rsidR="00426CD3" w:rsidRPr="009C54AE" w14:paraId="2344F774" w14:textId="77777777" w:rsidTr="00C05F44">
        <w:tc>
          <w:tcPr>
            <w:tcW w:w="1985" w:type="dxa"/>
          </w:tcPr>
          <w:p w14:paraId="1CFD90AA" w14:textId="77777777" w:rsidR="00426CD3" w:rsidRPr="004B2B57" w:rsidRDefault="00426CD3" w:rsidP="003E1B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6A37E48" w14:textId="77777777" w:rsidR="00426CD3" w:rsidRPr="004B2B57" w:rsidRDefault="00286E96" w:rsidP="003E1B0D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093076A9" w14:textId="77777777" w:rsidR="00426CD3" w:rsidRPr="00286E96" w:rsidRDefault="00426CD3" w:rsidP="003E1B0D">
            <w:pPr>
              <w:spacing w:after="0" w:line="240" w:lineRule="auto"/>
            </w:pPr>
            <w:proofErr w:type="spellStart"/>
            <w:r w:rsidRPr="00286E96">
              <w:t>ćw</w:t>
            </w:r>
            <w:proofErr w:type="spellEnd"/>
          </w:p>
        </w:tc>
      </w:tr>
      <w:tr w:rsidR="00426CD3" w:rsidRPr="009C54AE" w14:paraId="02D98545" w14:textId="77777777" w:rsidTr="00C05F44">
        <w:tc>
          <w:tcPr>
            <w:tcW w:w="1985" w:type="dxa"/>
          </w:tcPr>
          <w:p w14:paraId="27D5F09D" w14:textId="77777777" w:rsidR="00426CD3" w:rsidRPr="004B2B57" w:rsidRDefault="00426CD3" w:rsidP="003E1B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557C77D9" w14:textId="77777777" w:rsidR="00426CD3" w:rsidRPr="004B2B57" w:rsidRDefault="00286E96" w:rsidP="003E1B0D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230E9E3E" w14:textId="77777777" w:rsidR="00426CD3" w:rsidRPr="00286E96" w:rsidRDefault="00426CD3" w:rsidP="003E1B0D">
            <w:pPr>
              <w:spacing w:after="0" w:line="240" w:lineRule="auto"/>
            </w:pPr>
            <w:proofErr w:type="spellStart"/>
            <w:r w:rsidRPr="00286E96">
              <w:t>ćw</w:t>
            </w:r>
            <w:proofErr w:type="spellEnd"/>
          </w:p>
        </w:tc>
      </w:tr>
    </w:tbl>
    <w:p w14:paraId="6DDA6C40" w14:textId="77777777" w:rsidR="00923D7D" w:rsidRPr="009C54AE" w:rsidRDefault="00923D7D" w:rsidP="003E1B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77B85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EE760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5A91D" w14:textId="77777777" w:rsidTr="3B2CA594">
        <w:tc>
          <w:tcPr>
            <w:tcW w:w="9670" w:type="dxa"/>
          </w:tcPr>
          <w:p w14:paraId="26B5C04E" w14:textId="28F92FCC" w:rsidR="0085747A" w:rsidRPr="009C54AE" w:rsidRDefault="528A49EB" w:rsidP="3B2CA594">
            <w:pPr>
              <w:spacing w:after="0" w:line="240" w:lineRule="auto"/>
              <w:jc w:val="both"/>
            </w:pPr>
            <w:r w:rsidRPr="3B2CA594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5A7BB38D" w14:textId="7C9C71D4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3B2CA594">
              <w:rPr>
                <w:rFonts w:cs="Calibri"/>
                <w:smallCaps/>
              </w:rPr>
              <w:t>.</w:t>
            </w:r>
            <w:r w:rsidRPr="3B2CA594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5DEC07" w14:textId="53F28DCE" w:rsidR="0085747A" w:rsidRPr="009C54AE" w:rsidRDefault="528A49E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3276611" w14:textId="5E185550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Przyjmuje się następującą skalę ocen: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F0180A2" w14:textId="675D7CAF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0612163" w14:textId="3D690D77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1C5E8CFF" w14:textId="63DCB839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407945E3" w14:textId="41BB4A9E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2C177E6B" w14:textId="0D51B656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D122232" w14:textId="0CC7FF05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720C703E" w14:textId="7C607D6B" w:rsidR="0085747A" w:rsidRPr="009C54AE" w:rsidRDefault="0085747A" w:rsidP="3B2CA594">
            <w:pPr>
              <w:spacing w:after="0" w:line="240" w:lineRule="auto"/>
              <w:jc w:val="both"/>
            </w:pPr>
          </w:p>
          <w:p w14:paraId="239CAC66" w14:textId="017F51EB" w:rsidR="0085747A" w:rsidRPr="009C54AE" w:rsidRDefault="528A49EB" w:rsidP="3B2CA594">
            <w:pPr>
              <w:spacing w:after="0" w:line="240" w:lineRule="auto"/>
              <w:jc w:val="both"/>
            </w:pPr>
            <w:r w:rsidRPr="3B2CA594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Ćwiczenia</w:t>
            </w:r>
          </w:p>
          <w:p w14:paraId="74CAD91B" w14:textId="729195D2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>Zaliczenie ćwiczeń odbywa na podstawie – frekwencji na ćwiczeniach, aktywności na zajęciach oraz 2 kolokwiów, z których ocena pozytywna osiągana jest w przypadku uzyskania ponad 50% poprawnych odpowiedzi.</w:t>
            </w:r>
            <w:r w:rsidRPr="3B2CA594">
              <w:rPr>
                <w:rFonts w:ascii="Times New Roman" w:eastAsia="Times New Roman" w:hAnsi="Times New Roman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0A306B1B" w14:textId="7E40AD05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  <w:t>Kryteria oceny: kompletność odpowiedzi, poprawna terminologia, aktualny stan prawny.</w:t>
            </w:r>
            <w:r w:rsidRPr="3B2CA594">
              <w:rPr>
                <w:rFonts w:ascii="Times New Roman" w:eastAsia="Times New Roman" w:hAnsi="Times New Roman"/>
                <w:smallCaps/>
                <w:color w:val="201F1E"/>
                <w:sz w:val="24"/>
                <w:szCs w:val="24"/>
              </w:rPr>
              <w:t xml:space="preserve"> </w:t>
            </w:r>
          </w:p>
          <w:p w14:paraId="6AFE7930" w14:textId="60062739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Skala ocen:</w:t>
            </w:r>
          </w:p>
          <w:p w14:paraId="33745940" w14:textId="285B45D3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powyższej 90%,</w:t>
            </w:r>
          </w:p>
          <w:p w14:paraId="3D178DBA" w14:textId="7DBB781E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4BC21303" w14:textId="473E05B9" w:rsidR="0085747A" w:rsidRPr="00177655" w:rsidRDefault="4742832B" w:rsidP="3B2CA594">
            <w:pPr>
              <w:spacing w:after="0" w:line="240" w:lineRule="auto"/>
              <w:rPr>
                <w:lang w:val="en-CA"/>
              </w:rPr>
            </w:pPr>
            <w:proofErr w:type="spellStart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>db</w:t>
            </w:r>
            <w:proofErr w:type="spellEnd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 xml:space="preserve"> – 70 – 80%,</w:t>
            </w:r>
          </w:p>
          <w:p w14:paraId="7ABB4611" w14:textId="7BDE61DF" w:rsidR="0085747A" w:rsidRPr="00177655" w:rsidRDefault="4742832B" w:rsidP="3B2CA594">
            <w:pPr>
              <w:spacing w:after="0" w:line="240" w:lineRule="auto"/>
              <w:rPr>
                <w:lang w:val="en-CA"/>
              </w:rPr>
            </w:pPr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 xml:space="preserve">plus </w:t>
            </w:r>
            <w:proofErr w:type="spellStart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>dst</w:t>
            </w:r>
            <w:proofErr w:type="spellEnd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 xml:space="preserve"> – 61 -69%,</w:t>
            </w:r>
          </w:p>
          <w:p w14:paraId="5CC76EEB" w14:textId="2DF207B4" w:rsidR="0085747A" w:rsidRPr="00177655" w:rsidRDefault="4742832B" w:rsidP="3B2CA594">
            <w:pPr>
              <w:spacing w:after="0" w:line="240" w:lineRule="auto"/>
              <w:rPr>
                <w:lang w:val="en-CA"/>
              </w:rPr>
            </w:pPr>
            <w:proofErr w:type="spellStart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>dst</w:t>
            </w:r>
            <w:proofErr w:type="spellEnd"/>
            <w:r w:rsidRPr="3B2CA5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CA"/>
              </w:rPr>
              <w:t xml:space="preserve"> – 51 – 60%,</w:t>
            </w:r>
          </w:p>
          <w:p w14:paraId="6DDD6FC4" w14:textId="6F5987A4" w:rsidR="0085747A" w:rsidRPr="009C54AE" w:rsidRDefault="4742832B" w:rsidP="3B2CA594">
            <w:pPr>
              <w:pStyle w:val="Punktygwne"/>
              <w:spacing w:before="0" w:after="0"/>
              <w:jc w:val="both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3B2CA594">
              <w:rPr>
                <w:rFonts w:ascii="Calibri" w:hAnsi="Calibri" w:cs="Calibri"/>
                <w:color w:val="000000" w:themeColor="text1"/>
                <w:sz w:val="22"/>
                <w:lang w:val="en-CA"/>
              </w:rPr>
              <w:t>ndst</w:t>
            </w:r>
            <w:proofErr w:type="spellEnd"/>
            <w:r w:rsidRPr="3B2CA594">
              <w:rPr>
                <w:rFonts w:ascii="Calibri" w:hAnsi="Calibri" w:cs="Calibri"/>
                <w:color w:val="000000" w:themeColor="text1"/>
                <w:sz w:val="22"/>
                <w:lang w:val="en-CA"/>
              </w:rPr>
              <w:t xml:space="preserve">.- </w:t>
            </w:r>
            <w:r w:rsidRPr="3B2CA594">
              <w:rPr>
                <w:rFonts w:ascii="Calibri" w:hAnsi="Calibri" w:cs="Calibri"/>
                <w:color w:val="000000" w:themeColor="text1"/>
                <w:sz w:val="22"/>
              </w:rPr>
              <w:t>poniżej 50 %</w:t>
            </w:r>
          </w:p>
        </w:tc>
      </w:tr>
    </w:tbl>
    <w:p w14:paraId="6013FDF5" w14:textId="77777777" w:rsidR="00361B8C" w:rsidRPr="009C54AE" w:rsidRDefault="00361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288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36CC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2842E5A1" w14:textId="77777777" w:rsidTr="003E1B0D">
        <w:tc>
          <w:tcPr>
            <w:tcW w:w="5274" w:type="dxa"/>
            <w:vAlign w:val="center"/>
          </w:tcPr>
          <w:p w14:paraId="273EEE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44724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5CA0C" w14:textId="77777777" w:rsidTr="003E1B0D">
        <w:tc>
          <w:tcPr>
            <w:tcW w:w="5274" w:type="dxa"/>
          </w:tcPr>
          <w:p w14:paraId="297015D3" w14:textId="73F56F45" w:rsidR="0085747A" w:rsidRPr="009C54AE" w:rsidRDefault="00EA27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4C020C4E" w14:textId="72DE7B32" w:rsidR="0085747A" w:rsidRDefault="7F80D1F8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15</w:t>
            </w:r>
            <w:r w:rsidR="4991CB8F" w:rsidRPr="3B2CA59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059EDF36" w14:textId="00A05E19" w:rsidR="00286E96" w:rsidRPr="009C54AE" w:rsidRDefault="4991CB8F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 xml:space="preserve">15 godz. </w:t>
            </w:r>
          </w:p>
        </w:tc>
      </w:tr>
      <w:tr w:rsidR="00C61DC5" w:rsidRPr="009C54AE" w14:paraId="54EFCA5D" w14:textId="77777777" w:rsidTr="003E1B0D">
        <w:tc>
          <w:tcPr>
            <w:tcW w:w="5274" w:type="dxa"/>
          </w:tcPr>
          <w:p w14:paraId="1C850760" w14:textId="3644710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7BB496C" w:rsidRPr="3B2CA5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678BF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515C171E" w14:textId="77777777" w:rsidR="00C61DC5" w:rsidRPr="009C54AE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935286F" w14:textId="77777777" w:rsidTr="003E1B0D">
        <w:tc>
          <w:tcPr>
            <w:tcW w:w="5274" w:type="dxa"/>
          </w:tcPr>
          <w:p w14:paraId="0E33444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CF20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8150387" w14:textId="77777777" w:rsidR="00C61DC5" w:rsidRPr="009C54AE" w:rsidRDefault="00286E9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361B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7A0F3DAF" w14:textId="77777777" w:rsidTr="003E1B0D">
        <w:tc>
          <w:tcPr>
            <w:tcW w:w="5274" w:type="dxa"/>
          </w:tcPr>
          <w:p w14:paraId="175D14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8F0D459" w14:textId="77777777" w:rsidR="0085747A" w:rsidRPr="009C54AE" w:rsidRDefault="00286E9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4C5E4A15" w14:textId="77777777" w:rsidTr="003E1B0D">
        <w:tc>
          <w:tcPr>
            <w:tcW w:w="5274" w:type="dxa"/>
          </w:tcPr>
          <w:p w14:paraId="35BE5D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30B879C" w14:textId="77777777" w:rsidR="0085747A" w:rsidRPr="009C54AE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4CDC5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AF13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B0B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EA27F3">
        <w:rPr>
          <w:rFonts w:ascii="Corbel" w:hAnsi="Corbel"/>
          <w:smallCaps w:val="0"/>
          <w:szCs w:val="24"/>
        </w:rPr>
        <w:t>DOWE W RAMACH PRZEDMIOTU</w:t>
      </w:r>
    </w:p>
    <w:p w14:paraId="35761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545B8276" w14:textId="77777777" w:rsidTr="003E1B0D">
        <w:trPr>
          <w:trHeight w:val="397"/>
        </w:trPr>
        <w:tc>
          <w:tcPr>
            <w:tcW w:w="3715" w:type="dxa"/>
          </w:tcPr>
          <w:p w14:paraId="0E1674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0E830B77" w14:textId="6627A0C5" w:rsidR="0085747A" w:rsidRPr="009C54AE" w:rsidRDefault="114CB31D" w:rsidP="0CFD0D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CFD0D7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D4D5BF0" w14:textId="77777777" w:rsidTr="003E1B0D">
        <w:trPr>
          <w:trHeight w:val="397"/>
        </w:trPr>
        <w:tc>
          <w:tcPr>
            <w:tcW w:w="3715" w:type="dxa"/>
          </w:tcPr>
          <w:p w14:paraId="55A8C5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6ACC6A4" w14:textId="27B4DEBA" w:rsidR="0085747A" w:rsidRPr="009C54AE" w:rsidRDefault="7739C3BE" w:rsidP="0CFD0D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FD0D7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BCD08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D138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65AD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723D57" w14:textId="77777777" w:rsidTr="0CFD0D75">
        <w:trPr>
          <w:trHeight w:val="397"/>
        </w:trPr>
        <w:tc>
          <w:tcPr>
            <w:tcW w:w="7513" w:type="dxa"/>
          </w:tcPr>
          <w:p w14:paraId="43D04B87" w14:textId="77777777" w:rsidR="0085747A" w:rsidRDefault="0085747A" w:rsidP="0CFD0D7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CFD0D7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3530E2F" w14:textId="429035CC" w:rsidR="0CFD0D75" w:rsidRDefault="0CFD0D75" w:rsidP="0CFD0D7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BA3F4EE" w14:textId="77777777" w:rsidR="00AF5C41" w:rsidRDefault="00AF5C41" w:rsidP="00AF5C41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Gromek, Nowe zarządzanie kryzysowe w Polsce, </w:t>
            </w:r>
            <w:proofErr w:type="spellStart"/>
            <w:r>
              <w:rPr>
                <w:rFonts w:eastAsia="Cambria"/>
              </w:rPr>
              <w:t>Difin</w:t>
            </w:r>
            <w:proofErr w:type="spellEnd"/>
            <w:r>
              <w:rPr>
                <w:rFonts w:eastAsia="Cambria"/>
              </w:rPr>
              <w:t xml:space="preserve"> 2025.</w:t>
            </w:r>
          </w:p>
          <w:p w14:paraId="4BF82334" w14:textId="77777777" w:rsidR="00AF5C41" w:rsidRDefault="00AF5C41" w:rsidP="00AF5C41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B. Jaworski, A. </w:t>
            </w:r>
            <w:proofErr w:type="spellStart"/>
            <w:r>
              <w:rPr>
                <w:rFonts w:eastAsia="Cambria"/>
              </w:rPr>
              <w:t>Pietrzkiewicz</w:t>
            </w:r>
            <w:proofErr w:type="spellEnd"/>
            <w:r>
              <w:rPr>
                <w:rFonts w:eastAsia="Cambria"/>
              </w:rPr>
              <w:t>, Stany nadzwyczajne i zarządzanie kryzysowe jako instrumenty prawne bezpieczeństwa i ochrony ludności, Sosnowiec 2025.</w:t>
            </w:r>
          </w:p>
          <w:p w14:paraId="096B6C71" w14:textId="77777777" w:rsidR="00AF5C41" w:rsidRPr="00B11003" w:rsidRDefault="00AF5C41" w:rsidP="00AF5C41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B11003">
              <w:rPr>
                <w:rFonts w:eastAsia="Cambria"/>
              </w:rPr>
              <w:t xml:space="preserve">R. </w:t>
            </w:r>
            <w:proofErr w:type="spellStart"/>
            <w:r w:rsidRPr="00B11003">
              <w:rPr>
                <w:rFonts w:eastAsia="Cambria"/>
              </w:rPr>
              <w:t>Grocki</w:t>
            </w:r>
            <w:proofErr w:type="spellEnd"/>
            <w:r w:rsidRPr="00B11003">
              <w:rPr>
                <w:rFonts w:eastAsia="Cambria"/>
              </w:rPr>
              <w:t>, Zarządzanie kryzysowe. Dobre praktyki</w:t>
            </w:r>
            <w:r>
              <w:rPr>
                <w:rFonts w:eastAsia="Cambria"/>
              </w:rPr>
              <w:t>, Warszawa 2020.</w:t>
            </w:r>
          </w:p>
          <w:p w14:paraId="792BE9C3" w14:textId="77777777" w:rsidR="00AF5C41" w:rsidRPr="00C462E9" w:rsidRDefault="00AF5C41" w:rsidP="00AF5C41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>S. Kowalkowski, Wybrane aspekty zarządzania kryzysowego w świetle użycia Sił Zbrojnych Rzeczypospolitej Polskiej, S. Kowalkowski, Warszawa 2019.</w:t>
            </w:r>
          </w:p>
          <w:p w14:paraId="24B3DF51" w14:textId="77777777" w:rsidR="00AF5C41" w:rsidRDefault="00AF5C41" w:rsidP="00AF5C41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Kisielnicki, T. Płusa, S. J. </w:t>
            </w:r>
            <w:proofErr w:type="spellStart"/>
            <w:r>
              <w:rPr>
                <w:rFonts w:eastAsia="Cambria"/>
              </w:rPr>
              <w:t>Rysz</w:t>
            </w:r>
            <w:proofErr w:type="spellEnd"/>
            <w:r>
              <w:rPr>
                <w:rFonts w:eastAsia="Cambria"/>
              </w:rPr>
              <w:t>, J. Rajchel, K. Rajchel, Rola i zadania administracji publicznej w zarządzaniu bezpieczeństwem w Polsce, Rzeszów 2017.</w:t>
            </w:r>
          </w:p>
          <w:p w14:paraId="1D9FC22B" w14:textId="77777777" w:rsidR="00361B8C" w:rsidRDefault="00AF5C41" w:rsidP="00AF5C41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W. </w:t>
            </w:r>
            <w:proofErr w:type="spellStart"/>
            <w:r>
              <w:rPr>
                <w:rFonts w:eastAsia="Cambria"/>
              </w:rPr>
              <w:t>Lidwa</w:t>
            </w:r>
            <w:proofErr w:type="spellEnd"/>
            <w:r>
              <w:rPr>
                <w:rFonts w:eastAsia="Cambria"/>
              </w:rPr>
              <w:t>, Zarządzanie Kryzysowe, Podręcznik AON, Warszawa 2015.</w:t>
            </w:r>
          </w:p>
          <w:p w14:paraId="270AC69D" w14:textId="30385B1B" w:rsidR="003E1B0D" w:rsidRPr="00796919" w:rsidRDefault="003E1B0D" w:rsidP="003E1B0D">
            <w:pPr>
              <w:spacing w:after="0" w:line="240" w:lineRule="auto"/>
              <w:ind w:left="459"/>
              <w:jc w:val="both"/>
              <w:rPr>
                <w:rFonts w:eastAsia="Cambria"/>
              </w:rPr>
            </w:pPr>
          </w:p>
        </w:tc>
      </w:tr>
      <w:tr w:rsidR="0085747A" w:rsidRPr="009C54AE" w14:paraId="596C6F60" w14:textId="77777777" w:rsidTr="0CFD0D75">
        <w:trPr>
          <w:trHeight w:val="397"/>
        </w:trPr>
        <w:tc>
          <w:tcPr>
            <w:tcW w:w="7513" w:type="dxa"/>
          </w:tcPr>
          <w:p w14:paraId="30A8174F" w14:textId="77777777" w:rsidR="0085747A" w:rsidRDefault="0085747A" w:rsidP="0CFD0D7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CFD0D7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B931056" w14:textId="77777777" w:rsidR="00FA4A9A" w:rsidRDefault="00FA4A9A" w:rsidP="00FA4A9A">
            <w:pPr>
              <w:spacing w:after="0" w:line="240" w:lineRule="auto"/>
              <w:jc w:val="both"/>
              <w:rPr>
                <w:rFonts w:eastAsia="Cambria"/>
              </w:rPr>
            </w:pPr>
          </w:p>
          <w:p w14:paraId="1767FDD0" w14:textId="77777777" w:rsidR="00AF5C41" w:rsidRDefault="00AF5C41" w:rsidP="00AF5C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W. Filipek, S. Mazurek-Kucharska, Zarządzanie w kryzysie, Warszawa 2023</w:t>
            </w:r>
          </w:p>
          <w:p w14:paraId="0B80DBBF" w14:textId="77777777" w:rsidR="00AF5C41" w:rsidRDefault="00AF5C41" w:rsidP="00AF5C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Sokal, </w:t>
            </w:r>
            <w:r w:rsidRPr="00AD505E">
              <w:rPr>
                <w:rFonts w:eastAsia="Cambria"/>
              </w:rPr>
              <w:t>Ustawa o zarządzaniu kryzysowym. Komentarz</w:t>
            </w:r>
            <w:r>
              <w:rPr>
                <w:rFonts w:eastAsia="Cambria"/>
              </w:rPr>
              <w:t xml:space="preserve">, </w:t>
            </w:r>
            <w:r w:rsidRPr="00F027D8">
              <w:rPr>
                <w:rFonts w:eastAsia="Cambria"/>
              </w:rPr>
              <w:t>LEX/el. 2022</w:t>
            </w:r>
            <w:r>
              <w:rPr>
                <w:rFonts w:eastAsia="Cambria"/>
              </w:rPr>
              <w:t>.</w:t>
            </w:r>
          </w:p>
          <w:p w14:paraId="697AF74A" w14:textId="77777777" w:rsidR="00AF5C41" w:rsidRDefault="00AF5C41" w:rsidP="00AF5C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01B7A1B">
              <w:rPr>
                <w:rFonts w:eastAsia="Cambria"/>
              </w:rPr>
              <w:t>K. Kędzierski, E. Kubas, Prawo administracyjne, testy, kazusy, pytania sprawdzające, Warszawa 2022.</w:t>
            </w:r>
          </w:p>
          <w:p w14:paraId="28A30619" w14:textId="77777777" w:rsidR="001243DC" w:rsidRDefault="66B05D19" w:rsidP="00FA4A9A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eastAsia="Cambria"/>
              </w:rPr>
            </w:pPr>
            <w:r w:rsidRPr="0CFD0D75">
              <w:rPr>
                <w:rFonts w:eastAsia="Cambria"/>
              </w:rPr>
              <w:t xml:space="preserve">Zarządzanie kryzysowe w administracji / red. nauk. R. </w:t>
            </w:r>
            <w:proofErr w:type="spellStart"/>
            <w:r w:rsidRPr="0CFD0D75">
              <w:rPr>
                <w:rFonts w:eastAsia="Cambria"/>
              </w:rPr>
              <w:t>Częścik</w:t>
            </w:r>
            <w:proofErr w:type="spellEnd"/>
            <w:r w:rsidRPr="0CFD0D75">
              <w:rPr>
                <w:rFonts w:eastAsia="Cambria"/>
              </w:rPr>
              <w:t>, Z. Nowakowski, T. Płusa, J. Rajchel, K. Rajchel, Warszawa-Dęblin 2014</w:t>
            </w:r>
          </w:p>
          <w:p w14:paraId="4777C925" w14:textId="14E8A0C0" w:rsidR="003E1B0D" w:rsidRPr="00FA4A9A" w:rsidRDefault="003E1B0D" w:rsidP="003E1B0D">
            <w:pPr>
              <w:spacing w:after="0" w:line="240" w:lineRule="auto"/>
              <w:ind w:left="459"/>
              <w:jc w:val="both"/>
              <w:rPr>
                <w:rFonts w:eastAsia="Cambria"/>
              </w:rPr>
            </w:pPr>
          </w:p>
        </w:tc>
      </w:tr>
    </w:tbl>
    <w:p w14:paraId="3C5D9488" w14:textId="77777777" w:rsidR="00AF5C41" w:rsidRDefault="00AF5C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0DCCC" w14:textId="4FB3B618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3E08" w14:textId="77777777" w:rsidR="00C97417" w:rsidRDefault="00C97417" w:rsidP="00C16ABF">
      <w:pPr>
        <w:spacing w:after="0" w:line="240" w:lineRule="auto"/>
      </w:pPr>
      <w:r>
        <w:separator/>
      </w:r>
    </w:p>
  </w:endnote>
  <w:endnote w:type="continuationSeparator" w:id="0">
    <w:p w14:paraId="6A0DE7DC" w14:textId="77777777" w:rsidR="00C97417" w:rsidRDefault="00C974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B51F8" w14:textId="77777777" w:rsidR="00C97417" w:rsidRDefault="00C97417" w:rsidP="00C16ABF">
      <w:pPr>
        <w:spacing w:after="0" w:line="240" w:lineRule="auto"/>
      </w:pPr>
      <w:r>
        <w:separator/>
      </w:r>
    </w:p>
  </w:footnote>
  <w:footnote w:type="continuationSeparator" w:id="0">
    <w:p w14:paraId="67768DC4" w14:textId="77777777" w:rsidR="00C97417" w:rsidRDefault="00C97417" w:rsidP="00C16ABF">
      <w:pPr>
        <w:spacing w:after="0" w:line="240" w:lineRule="auto"/>
      </w:pPr>
      <w:r>
        <w:continuationSeparator/>
      </w:r>
    </w:p>
  </w:footnote>
  <w:footnote w:id="1">
    <w:p w14:paraId="67D85A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69200840">
    <w:abstractNumId w:val="1"/>
  </w:num>
  <w:num w:numId="2" w16cid:durableId="4425021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0140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72B"/>
    <w:rsid w:val="00042A51"/>
    <w:rsid w:val="00042D2E"/>
    <w:rsid w:val="00044C82"/>
    <w:rsid w:val="00070ED6"/>
    <w:rsid w:val="000742DC"/>
    <w:rsid w:val="00084C12"/>
    <w:rsid w:val="000863D4"/>
    <w:rsid w:val="0009462C"/>
    <w:rsid w:val="00094B12"/>
    <w:rsid w:val="00096C46"/>
    <w:rsid w:val="000A296F"/>
    <w:rsid w:val="000A2A28"/>
    <w:rsid w:val="000A4F97"/>
    <w:rsid w:val="000B04ED"/>
    <w:rsid w:val="000B192D"/>
    <w:rsid w:val="000B28EE"/>
    <w:rsid w:val="000B3E37"/>
    <w:rsid w:val="000D04B0"/>
    <w:rsid w:val="000F1C57"/>
    <w:rsid w:val="000F484F"/>
    <w:rsid w:val="000F5615"/>
    <w:rsid w:val="0011666E"/>
    <w:rsid w:val="001243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655"/>
    <w:rsid w:val="001836E1"/>
    <w:rsid w:val="00183D82"/>
    <w:rsid w:val="00192F37"/>
    <w:rsid w:val="001A70D2"/>
    <w:rsid w:val="001B7A1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D80"/>
    <w:rsid w:val="002809E2"/>
    <w:rsid w:val="00281FF2"/>
    <w:rsid w:val="002857DE"/>
    <w:rsid w:val="00286E96"/>
    <w:rsid w:val="00291567"/>
    <w:rsid w:val="002A22BF"/>
    <w:rsid w:val="002A2389"/>
    <w:rsid w:val="002A671D"/>
    <w:rsid w:val="002B4D55"/>
    <w:rsid w:val="002B5EA0"/>
    <w:rsid w:val="002B6119"/>
    <w:rsid w:val="002B6FF4"/>
    <w:rsid w:val="002C1F06"/>
    <w:rsid w:val="002D3375"/>
    <w:rsid w:val="002D73D4"/>
    <w:rsid w:val="002E2D1B"/>
    <w:rsid w:val="002F02A3"/>
    <w:rsid w:val="002F4ABE"/>
    <w:rsid w:val="003018BA"/>
    <w:rsid w:val="0030395F"/>
    <w:rsid w:val="00305C92"/>
    <w:rsid w:val="003151C5"/>
    <w:rsid w:val="00327BCC"/>
    <w:rsid w:val="003343CF"/>
    <w:rsid w:val="00340B96"/>
    <w:rsid w:val="00346FE9"/>
    <w:rsid w:val="0034759A"/>
    <w:rsid w:val="003503F6"/>
    <w:rsid w:val="003530DD"/>
    <w:rsid w:val="00360126"/>
    <w:rsid w:val="00361B8C"/>
    <w:rsid w:val="00362663"/>
    <w:rsid w:val="00363F78"/>
    <w:rsid w:val="003A0A5B"/>
    <w:rsid w:val="003A1176"/>
    <w:rsid w:val="003C0BAE"/>
    <w:rsid w:val="003C4BAB"/>
    <w:rsid w:val="003D18A9"/>
    <w:rsid w:val="003D39C1"/>
    <w:rsid w:val="003D6CE2"/>
    <w:rsid w:val="003E1941"/>
    <w:rsid w:val="003E1B0D"/>
    <w:rsid w:val="003E2FE6"/>
    <w:rsid w:val="003E49D5"/>
    <w:rsid w:val="003F2C85"/>
    <w:rsid w:val="003F38C0"/>
    <w:rsid w:val="00414E3C"/>
    <w:rsid w:val="0042244A"/>
    <w:rsid w:val="00426CD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0CF"/>
    <w:rsid w:val="004D5282"/>
    <w:rsid w:val="004D6EAC"/>
    <w:rsid w:val="004F1551"/>
    <w:rsid w:val="004F55A3"/>
    <w:rsid w:val="0050496F"/>
    <w:rsid w:val="00513B6F"/>
    <w:rsid w:val="00517C63"/>
    <w:rsid w:val="0052199C"/>
    <w:rsid w:val="005363C4"/>
    <w:rsid w:val="00536BDE"/>
    <w:rsid w:val="00543ACC"/>
    <w:rsid w:val="0056696D"/>
    <w:rsid w:val="00573832"/>
    <w:rsid w:val="0059484D"/>
    <w:rsid w:val="005A0855"/>
    <w:rsid w:val="005A3196"/>
    <w:rsid w:val="005A6408"/>
    <w:rsid w:val="005C02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6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7E"/>
    <w:rsid w:val="007327BD"/>
    <w:rsid w:val="00734608"/>
    <w:rsid w:val="00745302"/>
    <w:rsid w:val="007461D6"/>
    <w:rsid w:val="00746EC8"/>
    <w:rsid w:val="00757F29"/>
    <w:rsid w:val="00762DB9"/>
    <w:rsid w:val="00763BF1"/>
    <w:rsid w:val="00766518"/>
    <w:rsid w:val="00766FD4"/>
    <w:rsid w:val="0078168C"/>
    <w:rsid w:val="00787C2A"/>
    <w:rsid w:val="00790E27"/>
    <w:rsid w:val="00796919"/>
    <w:rsid w:val="007A30B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C1"/>
    <w:rsid w:val="008417FD"/>
    <w:rsid w:val="008449B3"/>
    <w:rsid w:val="0085747A"/>
    <w:rsid w:val="00884922"/>
    <w:rsid w:val="00885E6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0EC3"/>
    <w:rsid w:val="008D3DFB"/>
    <w:rsid w:val="008E58C1"/>
    <w:rsid w:val="008E64F4"/>
    <w:rsid w:val="008F12C9"/>
    <w:rsid w:val="008F6E29"/>
    <w:rsid w:val="00900F1B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1FAD"/>
    <w:rsid w:val="009E3B41"/>
    <w:rsid w:val="009F3C5C"/>
    <w:rsid w:val="009F4610"/>
    <w:rsid w:val="00A00ECC"/>
    <w:rsid w:val="00A0377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6F3"/>
    <w:rsid w:val="00AD10CF"/>
    <w:rsid w:val="00AD1146"/>
    <w:rsid w:val="00AD27D3"/>
    <w:rsid w:val="00AD505E"/>
    <w:rsid w:val="00AD66D6"/>
    <w:rsid w:val="00AE1160"/>
    <w:rsid w:val="00AE203C"/>
    <w:rsid w:val="00AE2E74"/>
    <w:rsid w:val="00AE5FCB"/>
    <w:rsid w:val="00AE79CE"/>
    <w:rsid w:val="00AF2C1E"/>
    <w:rsid w:val="00AF5C41"/>
    <w:rsid w:val="00B06142"/>
    <w:rsid w:val="00B11003"/>
    <w:rsid w:val="00B135B1"/>
    <w:rsid w:val="00B3130B"/>
    <w:rsid w:val="00B3764D"/>
    <w:rsid w:val="00B40ADB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885"/>
    <w:rsid w:val="00BA2FBE"/>
    <w:rsid w:val="00BB520A"/>
    <w:rsid w:val="00BD3869"/>
    <w:rsid w:val="00BD66E9"/>
    <w:rsid w:val="00BD6FF4"/>
    <w:rsid w:val="00BF2C41"/>
    <w:rsid w:val="00C04ADF"/>
    <w:rsid w:val="00C058B4"/>
    <w:rsid w:val="00C05F44"/>
    <w:rsid w:val="00C131B5"/>
    <w:rsid w:val="00C16ABF"/>
    <w:rsid w:val="00C170AE"/>
    <w:rsid w:val="00C20130"/>
    <w:rsid w:val="00C20ACE"/>
    <w:rsid w:val="00C2294C"/>
    <w:rsid w:val="00C26CB7"/>
    <w:rsid w:val="00C324C1"/>
    <w:rsid w:val="00C36992"/>
    <w:rsid w:val="00C462E9"/>
    <w:rsid w:val="00C529E5"/>
    <w:rsid w:val="00C56036"/>
    <w:rsid w:val="00C616F3"/>
    <w:rsid w:val="00C61DC5"/>
    <w:rsid w:val="00C67E92"/>
    <w:rsid w:val="00C70A26"/>
    <w:rsid w:val="00C766DF"/>
    <w:rsid w:val="00C77F53"/>
    <w:rsid w:val="00C94B98"/>
    <w:rsid w:val="00C97417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942"/>
    <w:rsid w:val="00D552B2"/>
    <w:rsid w:val="00D608D1"/>
    <w:rsid w:val="00D74119"/>
    <w:rsid w:val="00D8075B"/>
    <w:rsid w:val="00D8678B"/>
    <w:rsid w:val="00DA2114"/>
    <w:rsid w:val="00DC75EA"/>
    <w:rsid w:val="00DD3C0F"/>
    <w:rsid w:val="00DE09C0"/>
    <w:rsid w:val="00DE4A14"/>
    <w:rsid w:val="00DF320D"/>
    <w:rsid w:val="00DF71C8"/>
    <w:rsid w:val="00E009FC"/>
    <w:rsid w:val="00E129B8"/>
    <w:rsid w:val="00E21E7D"/>
    <w:rsid w:val="00E22FBC"/>
    <w:rsid w:val="00E24BF5"/>
    <w:rsid w:val="00E25338"/>
    <w:rsid w:val="00E25D46"/>
    <w:rsid w:val="00E41A72"/>
    <w:rsid w:val="00E51E44"/>
    <w:rsid w:val="00E63348"/>
    <w:rsid w:val="00E77E88"/>
    <w:rsid w:val="00E8107D"/>
    <w:rsid w:val="00E960BB"/>
    <w:rsid w:val="00EA2074"/>
    <w:rsid w:val="00EA27F3"/>
    <w:rsid w:val="00EA442A"/>
    <w:rsid w:val="00EA4832"/>
    <w:rsid w:val="00EA4E9D"/>
    <w:rsid w:val="00EC4899"/>
    <w:rsid w:val="00EC5C11"/>
    <w:rsid w:val="00ED03AB"/>
    <w:rsid w:val="00ED32D2"/>
    <w:rsid w:val="00ED6874"/>
    <w:rsid w:val="00EE32DE"/>
    <w:rsid w:val="00EE5457"/>
    <w:rsid w:val="00EF5B1C"/>
    <w:rsid w:val="00F027D8"/>
    <w:rsid w:val="00F070AB"/>
    <w:rsid w:val="00F17567"/>
    <w:rsid w:val="00F27A7B"/>
    <w:rsid w:val="00F526AF"/>
    <w:rsid w:val="00F617C3"/>
    <w:rsid w:val="00F7066B"/>
    <w:rsid w:val="00F83B28"/>
    <w:rsid w:val="00F84413"/>
    <w:rsid w:val="00F9564D"/>
    <w:rsid w:val="00FA25D0"/>
    <w:rsid w:val="00FA46E5"/>
    <w:rsid w:val="00FA4A9A"/>
    <w:rsid w:val="00FB7DBA"/>
    <w:rsid w:val="00FC1C25"/>
    <w:rsid w:val="00FC3F45"/>
    <w:rsid w:val="00FD503F"/>
    <w:rsid w:val="00FD7589"/>
    <w:rsid w:val="00FF016A"/>
    <w:rsid w:val="00FF1401"/>
    <w:rsid w:val="00FF5E7D"/>
    <w:rsid w:val="0604EC5D"/>
    <w:rsid w:val="086BE1B9"/>
    <w:rsid w:val="0CFD0D75"/>
    <w:rsid w:val="114CB31D"/>
    <w:rsid w:val="1D2FDECC"/>
    <w:rsid w:val="212E563C"/>
    <w:rsid w:val="2303825F"/>
    <w:rsid w:val="23FC4427"/>
    <w:rsid w:val="2B0D812B"/>
    <w:rsid w:val="3534A843"/>
    <w:rsid w:val="388E5620"/>
    <w:rsid w:val="3B2CA594"/>
    <w:rsid w:val="3D61C743"/>
    <w:rsid w:val="43A6B731"/>
    <w:rsid w:val="4742832B"/>
    <w:rsid w:val="4991CB8F"/>
    <w:rsid w:val="4FF1984E"/>
    <w:rsid w:val="50B77955"/>
    <w:rsid w:val="528A49EB"/>
    <w:rsid w:val="528CA578"/>
    <w:rsid w:val="53EF1A17"/>
    <w:rsid w:val="570D927C"/>
    <w:rsid w:val="590E644F"/>
    <w:rsid w:val="5BA715EC"/>
    <w:rsid w:val="6056B9B0"/>
    <w:rsid w:val="648D6947"/>
    <w:rsid w:val="66B05D19"/>
    <w:rsid w:val="67BB496C"/>
    <w:rsid w:val="7739C3BE"/>
    <w:rsid w:val="77CB3871"/>
    <w:rsid w:val="7C3F85AD"/>
    <w:rsid w:val="7F80D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F0D5"/>
  <w15:docId w15:val="{BEE47DEE-054A-4FBA-BE5B-374ECEC3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1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10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0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7417-9D22-4978-8D0E-CD441009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7</cp:revision>
  <cp:lastPrinted>2025-09-30T07:29:00Z</cp:lastPrinted>
  <dcterms:created xsi:type="dcterms:W3CDTF">2025-09-18T21:38:00Z</dcterms:created>
  <dcterms:modified xsi:type="dcterms:W3CDTF">2025-09-30T07:29:00Z</dcterms:modified>
</cp:coreProperties>
</file>